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2B0E" w14:textId="77777777" w:rsidR="00EC67AB" w:rsidRPr="00D741B7" w:rsidRDefault="00EC67AB" w:rsidP="00EC67AB">
      <w:pPr>
        <w:rPr>
          <w:noProof/>
          <w:color w:val="000000"/>
        </w:rPr>
      </w:pPr>
      <w:r>
        <w:rPr>
          <w:noProof/>
        </w:rPr>
        <w:drawing>
          <wp:inline distT="0" distB="0" distL="0" distR="0" wp14:anchorId="0EE278D7" wp14:editId="21428E73">
            <wp:extent cx="647700" cy="7048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2A87B" w14:textId="77777777" w:rsidR="00EC67AB" w:rsidRPr="00D741B7" w:rsidRDefault="00EC67AB" w:rsidP="00EC67AB">
      <w:pPr>
        <w:rPr>
          <w:b/>
          <w:color w:val="000000"/>
          <w:szCs w:val="28"/>
        </w:rPr>
      </w:pPr>
    </w:p>
    <w:p w14:paraId="62563BD7" w14:textId="77777777" w:rsidR="00EC67AB" w:rsidRPr="00D741B7" w:rsidRDefault="00EC67AB" w:rsidP="00EC67AB">
      <w:pPr>
        <w:rPr>
          <w:b/>
          <w:color w:val="000000"/>
          <w:szCs w:val="28"/>
        </w:rPr>
      </w:pPr>
      <w:r w:rsidRPr="00D741B7">
        <w:rPr>
          <w:b/>
          <w:color w:val="000000"/>
          <w:szCs w:val="28"/>
        </w:rPr>
        <w:t>ТЕРРИТОРИАЛЬНАЯ ИЗБИРАТЕЛЬНАЯ КОМИССИЯ № 49</w:t>
      </w:r>
    </w:p>
    <w:p w14:paraId="21429A0C" w14:textId="77777777" w:rsidR="00EC67AB" w:rsidRPr="00D741B7" w:rsidRDefault="00EC67AB" w:rsidP="00EC67AB">
      <w:pPr>
        <w:rPr>
          <w:color w:val="000000"/>
          <w:szCs w:val="28"/>
        </w:rPr>
      </w:pPr>
    </w:p>
    <w:p w14:paraId="131C8A44" w14:textId="77777777" w:rsidR="00EC67AB" w:rsidRPr="00D741B7" w:rsidRDefault="00EC67AB" w:rsidP="00EC67AB">
      <w:pPr>
        <w:rPr>
          <w:b/>
          <w:color w:val="000000"/>
          <w:spacing w:val="60"/>
          <w:szCs w:val="28"/>
        </w:rPr>
      </w:pPr>
      <w:r w:rsidRPr="00D741B7">
        <w:rPr>
          <w:b/>
          <w:color w:val="000000"/>
          <w:spacing w:val="60"/>
          <w:szCs w:val="28"/>
        </w:rPr>
        <w:t>РЕШЕНИЕ</w:t>
      </w:r>
    </w:p>
    <w:p w14:paraId="48F10641" w14:textId="77777777" w:rsidR="00EC67AB" w:rsidRPr="00D741B7" w:rsidRDefault="00EC67AB" w:rsidP="00EC67AB">
      <w:pPr>
        <w:rPr>
          <w:b/>
          <w:color w:val="000000"/>
          <w:spacing w:val="60"/>
          <w:szCs w:val="28"/>
        </w:rPr>
      </w:pPr>
    </w:p>
    <w:tbl>
      <w:tblPr>
        <w:tblW w:w="9795" w:type="dxa"/>
        <w:tblInd w:w="-50" w:type="dxa"/>
        <w:tblLook w:val="01E0" w:firstRow="1" w:lastRow="1" w:firstColumn="1" w:lastColumn="1" w:noHBand="0" w:noVBand="0"/>
      </w:tblPr>
      <w:tblGrid>
        <w:gridCol w:w="222"/>
        <w:gridCol w:w="9527"/>
        <w:gridCol w:w="222"/>
      </w:tblGrid>
      <w:tr w:rsidR="00EC67AB" w:rsidRPr="00D741B7" w14:paraId="01D23486" w14:textId="77777777" w:rsidTr="00B301BC">
        <w:tc>
          <w:tcPr>
            <w:tcW w:w="222" w:type="dxa"/>
          </w:tcPr>
          <w:p w14:paraId="6189C440" w14:textId="77777777" w:rsidR="00EC67AB" w:rsidRPr="00D741B7" w:rsidRDefault="00EC67AB" w:rsidP="00B301BC">
            <w:pPr>
              <w:rPr>
                <w:szCs w:val="28"/>
              </w:rPr>
            </w:pPr>
          </w:p>
        </w:tc>
        <w:tc>
          <w:tcPr>
            <w:tcW w:w="9351" w:type="dxa"/>
          </w:tcPr>
          <w:tbl>
            <w:tblPr>
              <w:tblW w:w="9569" w:type="dxa"/>
              <w:tblLook w:val="0000" w:firstRow="0" w:lastRow="0" w:firstColumn="0" w:lastColumn="0" w:noHBand="0" w:noVBand="0"/>
            </w:tblPr>
            <w:tblGrid>
              <w:gridCol w:w="3599"/>
              <w:gridCol w:w="3255"/>
              <w:gridCol w:w="2715"/>
            </w:tblGrid>
            <w:tr w:rsidR="00EC67AB" w:rsidRPr="00D741B7" w14:paraId="0EB5985F" w14:textId="77777777" w:rsidTr="00B301BC">
              <w:trPr>
                <w:trHeight w:val="456"/>
              </w:trPr>
              <w:tc>
                <w:tcPr>
                  <w:tcW w:w="3599" w:type="dxa"/>
                </w:tcPr>
                <w:p w14:paraId="7D3AC6E1" w14:textId="49842D18" w:rsidR="00EC67AB" w:rsidRPr="00767ACC" w:rsidRDefault="005F4B5D" w:rsidP="00B301BC">
                  <w:pPr>
                    <w:jc w:val="both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>30</w:t>
                  </w:r>
                  <w:r w:rsidR="00EC67AB">
                    <w:rPr>
                      <w:b/>
                      <w:bCs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Cs w:val="28"/>
                    </w:rPr>
                    <w:t>янва</w:t>
                  </w:r>
                  <w:r w:rsidR="009C76C5">
                    <w:rPr>
                      <w:b/>
                      <w:bCs/>
                      <w:szCs w:val="28"/>
                    </w:rPr>
                    <w:t>ря</w:t>
                  </w:r>
                  <w:r w:rsidR="00EC67AB" w:rsidRPr="00767ACC">
                    <w:rPr>
                      <w:b/>
                      <w:bCs/>
                      <w:szCs w:val="28"/>
                    </w:rPr>
                    <w:t xml:space="preserve"> 202</w:t>
                  </w:r>
                  <w:r>
                    <w:rPr>
                      <w:b/>
                      <w:bCs/>
                      <w:szCs w:val="28"/>
                    </w:rPr>
                    <w:t>6</w:t>
                  </w:r>
                  <w:r w:rsidR="00EC67AB" w:rsidRPr="00767ACC">
                    <w:rPr>
                      <w:b/>
                      <w:bCs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255" w:type="dxa"/>
                </w:tcPr>
                <w:p w14:paraId="52EC9AB3" w14:textId="77777777" w:rsidR="00EC67AB" w:rsidRPr="00767ACC" w:rsidRDefault="00EC67AB" w:rsidP="00B301BC">
                  <w:pPr>
                    <w:rPr>
                      <w:b/>
                      <w:bCs/>
                      <w:szCs w:val="28"/>
                    </w:rPr>
                  </w:pPr>
                </w:p>
              </w:tc>
              <w:tc>
                <w:tcPr>
                  <w:tcW w:w="2715" w:type="dxa"/>
                </w:tcPr>
                <w:p w14:paraId="59F7B3B2" w14:textId="754AD630" w:rsidR="00EC67AB" w:rsidRPr="00767ACC" w:rsidRDefault="00D57B80" w:rsidP="00D57B80">
                  <w:pPr>
                    <w:ind w:right="-108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 xml:space="preserve">                      </w:t>
                  </w:r>
                  <w:r w:rsidR="00EC67AB" w:rsidRPr="00767ACC">
                    <w:rPr>
                      <w:b/>
                      <w:bCs/>
                      <w:szCs w:val="28"/>
                    </w:rPr>
                    <w:t xml:space="preserve">№ </w:t>
                  </w:r>
                  <w:r w:rsidR="00081CD1">
                    <w:rPr>
                      <w:b/>
                      <w:bCs/>
                      <w:szCs w:val="28"/>
                    </w:rPr>
                    <w:t>5</w:t>
                  </w:r>
                  <w:r w:rsidR="009C76C5">
                    <w:rPr>
                      <w:b/>
                      <w:bCs/>
                      <w:szCs w:val="28"/>
                    </w:rPr>
                    <w:t>-</w:t>
                  </w:r>
                  <w:r w:rsidR="0008202C">
                    <w:rPr>
                      <w:b/>
                      <w:bCs/>
                      <w:szCs w:val="28"/>
                    </w:rPr>
                    <w:t>3</w:t>
                  </w:r>
                </w:p>
              </w:tc>
            </w:tr>
          </w:tbl>
          <w:p w14:paraId="67A32CC8" w14:textId="77777777" w:rsidR="00EC67AB" w:rsidRPr="00D741B7" w:rsidRDefault="00EC67AB" w:rsidP="00B301BC">
            <w:pPr>
              <w:spacing w:before="240"/>
              <w:rPr>
                <w:b/>
                <w:szCs w:val="28"/>
              </w:rPr>
            </w:pPr>
          </w:p>
        </w:tc>
        <w:tc>
          <w:tcPr>
            <w:tcW w:w="222" w:type="dxa"/>
          </w:tcPr>
          <w:p w14:paraId="79F9DE4D" w14:textId="77777777" w:rsidR="00EC67AB" w:rsidRPr="00D741B7" w:rsidRDefault="00EC67AB" w:rsidP="00B301BC">
            <w:pPr>
              <w:rPr>
                <w:szCs w:val="28"/>
              </w:rPr>
            </w:pPr>
          </w:p>
        </w:tc>
      </w:tr>
    </w:tbl>
    <w:p w14:paraId="7835B897" w14:textId="77777777" w:rsidR="00EC67AB" w:rsidRPr="00D741B7" w:rsidRDefault="00EC67AB" w:rsidP="00EC67AB">
      <w:pPr>
        <w:rPr>
          <w:color w:val="000000"/>
          <w:szCs w:val="28"/>
        </w:rPr>
      </w:pPr>
      <w:r w:rsidRPr="00D741B7">
        <w:rPr>
          <w:color w:val="000000"/>
          <w:szCs w:val="28"/>
        </w:rPr>
        <w:t>Санкт-Петербург</w:t>
      </w:r>
    </w:p>
    <w:p w14:paraId="3FF776BD" w14:textId="77777777" w:rsidR="00EC67AB" w:rsidRDefault="00EC67AB" w:rsidP="00EC67AB">
      <w:pPr>
        <w:contextualSpacing/>
        <w:rPr>
          <w:b/>
          <w:szCs w:val="28"/>
        </w:rPr>
      </w:pPr>
    </w:p>
    <w:p w14:paraId="13930136" w14:textId="77777777" w:rsidR="00EC67AB" w:rsidRDefault="00EC67AB" w:rsidP="00EC67AB">
      <w:pPr>
        <w:pStyle w:val="14"/>
        <w:keepNext/>
        <w:keepLines/>
        <w:shd w:val="clear" w:color="auto" w:fill="auto"/>
        <w:spacing w:after="0" w:line="240" w:lineRule="auto"/>
      </w:pPr>
      <w:bookmarkStart w:id="0" w:name="_Hlk70347183"/>
      <w:r>
        <w:t>Об исключении из резерва составов участковых комиссий</w:t>
      </w:r>
    </w:p>
    <w:bookmarkEnd w:id="0"/>
    <w:p w14:paraId="09A23236" w14:textId="77777777" w:rsidR="00EC67AB" w:rsidRDefault="00EC67AB" w:rsidP="00EC67AB">
      <w:pPr>
        <w:pStyle w:val="14"/>
        <w:keepNext/>
        <w:keepLines/>
        <w:shd w:val="clear" w:color="auto" w:fill="auto"/>
        <w:spacing w:after="0" w:line="240" w:lineRule="auto"/>
      </w:pPr>
    </w:p>
    <w:p w14:paraId="2E6D00EF" w14:textId="79EF9B6B" w:rsidR="00EC67AB" w:rsidRDefault="00EC67AB" w:rsidP="00D57B80">
      <w:pPr>
        <w:pStyle w:val="20"/>
        <w:shd w:val="clear" w:color="auto" w:fill="auto"/>
        <w:spacing w:before="0" w:after="0" w:line="276" w:lineRule="auto"/>
        <w:ind w:firstLine="567"/>
        <w:contextualSpacing/>
        <w:jc w:val="both"/>
      </w:pPr>
      <w:r w:rsidRPr="004854E2">
        <w:rPr>
          <w:bCs/>
        </w:rPr>
        <w:t>На основании пункта 9 статьи 26</w:t>
      </w:r>
      <w:r>
        <w:rPr>
          <w:bCs/>
        </w:rPr>
        <w:t xml:space="preserve"> </w:t>
      </w:r>
      <w:r>
        <w:t xml:space="preserve">Федерального закона </w:t>
      </w:r>
      <w:bookmarkStart w:id="1" w:name="_Hlk75160975"/>
      <w:r>
        <w:t>от 12.06.2002 N 67-ФЗ</w:t>
      </w:r>
      <w:bookmarkEnd w:id="1"/>
      <w:r>
        <w:t xml:space="preserve"> "Об основных гарантиях избирательных прав и права на участие в референдуме граждан Российской Федерации"</w:t>
      </w:r>
      <w:r w:rsidRPr="004854E2">
        <w:t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r>
        <w:t xml:space="preserve"> (далее- Порядок)</w:t>
      </w:r>
      <w:r w:rsidRPr="004854E2">
        <w:t>, утвержденного постановлением ЦИК России от 5 декабря 2012 года № 152/1137-6,</w:t>
      </w:r>
      <w:r>
        <w:t xml:space="preserve"> решения Санкт-Петербургской избирательной комиссии от 19 апреля 2018 года № 49-5 «О резерве составов участковых комиссий в Санкт-Петербурге» Т</w:t>
      </w:r>
      <w:r w:rsidRPr="004854E2">
        <w:t xml:space="preserve">ерриториальная избирательная комиссия </w:t>
      </w:r>
      <w:r>
        <w:t>№ 49</w:t>
      </w:r>
      <w:bookmarkStart w:id="2" w:name="bookmark4"/>
      <w:r w:rsidR="00D57B80">
        <w:t>,</w:t>
      </w:r>
    </w:p>
    <w:p w14:paraId="26C996F5" w14:textId="77777777" w:rsidR="00EC67AB" w:rsidRPr="007E66EE" w:rsidRDefault="00EC67AB" w:rsidP="00D57B80">
      <w:pPr>
        <w:pStyle w:val="20"/>
        <w:shd w:val="clear" w:color="auto" w:fill="auto"/>
        <w:spacing w:before="0" w:after="0" w:line="360" w:lineRule="auto"/>
        <w:ind w:firstLine="567"/>
        <w:contextualSpacing/>
        <w:jc w:val="both"/>
        <w:rPr>
          <w:b/>
          <w:bCs/>
        </w:rPr>
      </w:pPr>
      <w:r>
        <w:rPr>
          <w:b/>
          <w:bCs/>
        </w:rPr>
        <w:t>Р Е Ш И Л А</w:t>
      </w:r>
      <w:r w:rsidRPr="007E66EE">
        <w:rPr>
          <w:b/>
          <w:bCs/>
        </w:rPr>
        <w:t>:</w:t>
      </w:r>
      <w:bookmarkEnd w:id="2"/>
    </w:p>
    <w:p w14:paraId="1EB10F72" w14:textId="58CF7C4E" w:rsidR="00EC67AB" w:rsidRDefault="00EC67AB" w:rsidP="00D57B80">
      <w:pPr>
        <w:pStyle w:val="14-15"/>
        <w:numPr>
          <w:ilvl w:val="0"/>
          <w:numId w:val="9"/>
        </w:numPr>
        <w:spacing w:line="276" w:lineRule="auto"/>
        <w:ind w:left="0" w:firstLine="567"/>
        <w:contextualSpacing/>
        <w:rPr>
          <w:bCs/>
        </w:rPr>
      </w:pPr>
      <w:r>
        <w:t xml:space="preserve">В связи с </w:t>
      </w:r>
      <w:r w:rsidRPr="000B6676">
        <w:t>назначени</w:t>
      </w:r>
      <w:r>
        <w:t>ем</w:t>
      </w:r>
      <w:r w:rsidRPr="000B6676">
        <w:t xml:space="preserve"> в состав участковой комиссии</w:t>
      </w:r>
      <w:r>
        <w:t xml:space="preserve">, </w:t>
      </w:r>
      <w:r w:rsidRPr="004854E2">
        <w:t>исключи</w:t>
      </w:r>
      <w:r>
        <w:t>ть</w:t>
      </w:r>
      <w:r w:rsidRPr="004854E2">
        <w:t xml:space="preserve"> из резерва </w:t>
      </w:r>
      <w:r w:rsidRPr="000B6676">
        <w:rPr>
          <w:bCs/>
        </w:rPr>
        <w:t xml:space="preserve">составов участковых комиссий </w:t>
      </w:r>
      <w:r>
        <w:rPr>
          <w:bCs/>
        </w:rPr>
        <w:t>лиц</w:t>
      </w:r>
      <w:r w:rsidRPr="000B6676">
        <w:rPr>
          <w:bCs/>
        </w:rPr>
        <w:t xml:space="preserve"> </w:t>
      </w:r>
      <w:bookmarkStart w:id="3" w:name="_Hlk67404533"/>
      <w:r>
        <w:t xml:space="preserve">согласно </w:t>
      </w:r>
      <w:r w:rsidR="00D57B80">
        <w:t>П</w:t>
      </w:r>
      <w:r>
        <w:t>риложени</w:t>
      </w:r>
      <w:r w:rsidR="00D57B80">
        <w:t>е № 1</w:t>
      </w:r>
      <w:bookmarkEnd w:id="3"/>
      <w:r w:rsidRPr="000B6676">
        <w:rPr>
          <w:bCs/>
        </w:rPr>
        <w:t xml:space="preserve">. </w:t>
      </w:r>
    </w:p>
    <w:p w14:paraId="0A3C13D0" w14:textId="14747A1D" w:rsidR="00D57B80" w:rsidRPr="000B6676" w:rsidRDefault="00D57B80" w:rsidP="00D57B80">
      <w:pPr>
        <w:pStyle w:val="14-15"/>
        <w:numPr>
          <w:ilvl w:val="0"/>
          <w:numId w:val="9"/>
        </w:numPr>
        <w:spacing w:line="276" w:lineRule="auto"/>
        <w:ind w:left="0" w:firstLine="567"/>
        <w:contextualSpacing/>
        <w:rPr>
          <w:bCs/>
        </w:rPr>
      </w:pPr>
      <w:r>
        <w:rPr>
          <w:bCs/>
        </w:rPr>
        <w:t xml:space="preserve">На основании личного письменного заявления, исключить из </w:t>
      </w:r>
      <w:r w:rsidRPr="004854E2">
        <w:t>резерва</w:t>
      </w:r>
      <w:r>
        <w:rPr>
          <w:bCs/>
        </w:rPr>
        <w:t xml:space="preserve"> составов </w:t>
      </w:r>
      <w:r w:rsidRPr="000B6676">
        <w:rPr>
          <w:bCs/>
        </w:rPr>
        <w:t>участковых комиссий</w:t>
      </w:r>
      <w:r>
        <w:rPr>
          <w:bCs/>
        </w:rPr>
        <w:t xml:space="preserve"> лиц согласно Приложения № </w:t>
      </w:r>
      <w:r w:rsidR="003921E1">
        <w:rPr>
          <w:bCs/>
        </w:rPr>
        <w:t>2</w:t>
      </w:r>
      <w:r>
        <w:rPr>
          <w:bCs/>
        </w:rPr>
        <w:t>.</w:t>
      </w:r>
    </w:p>
    <w:p w14:paraId="09AA451C" w14:textId="77777777" w:rsidR="00EC67AB" w:rsidRDefault="00EC67AB" w:rsidP="00D57B80">
      <w:pPr>
        <w:pStyle w:val="20"/>
        <w:numPr>
          <w:ilvl w:val="0"/>
          <w:numId w:val="9"/>
        </w:numPr>
        <w:shd w:val="clear" w:color="auto" w:fill="auto"/>
        <w:tabs>
          <w:tab w:val="left" w:pos="420"/>
        </w:tabs>
        <w:spacing w:before="0" w:after="0" w:line="276" w:lineRule="auto"/>
        <w:ind w:left="0" w:firstLine="567"/>
        <w:contextualSpacing/>
        <w:jc w:val="both"/>
      </w:pPr>
      <w:r w:rsidRPr="004854E2">
        <w:t xml:space="preserve">Направить </w:t>
      </w:r>
      <w:r>
        <w:t xml:space="preserve">копию </w:t>
      </w:r>
      <w:r w:rsidRPr="004854E2">
        <w:t>настояще</w:t>
      </w:r>
      <w:r>
        <w:t>го</w:t>
      </w:r>
      <w:r w:rsidRPr="004854E2">
        <w:t xml:space="preserve"> решени</w:t>
      </w:r>
      <w:r>
        <w:t>я</w:t>
      </w:r>
      <w:r w:rsidRPr="004854E2">
        <w:t xml:space="preserve"> </w:t>
      </w:r>
      <w:r w:rsidRPr="00B77CCA">
        <w:t>в Санкт-Петербургскую избирательную комиссию.</w:t>
      </w:r>
    </w:p>
    <w:p w14:paraId="6429FB97" w14:textId="77777777" w:rsidR="00EC67AB" w:rsidRDefault="00EC67AB" w:rsidP="00D57B80">
      <w:pPr>
        <w:pStyle w:val="20"/>
        <w:numPr>
          <w:ilvl w:val="0"/>
          <w:numId w:val="9"/>
        </w:numPr>
        <w:shd w:val="clear" w:color="auto" w:fill="auto"/>
        <w:tabs>
          <w:tab w:val="left" w:pos="420"/>
        </w:tabs>
        <w:spacing w:before="0" w:after="0" w:line="276" w:lineRule="auto"/>
        <w:ind w:left="0" w:firstLine="567"/>
        <w:contextualSpacing/>
        <w:jc w:val="both"/>
      </w:pPr>
      <w:r w:rsidRPr="00DC0A96">
        <w:t xml:space="preserve">Разместить </w:t>
      </w:r>
      <w:r w:rsidRPr="00B77CCA">
        <w:t>настоящее решение на сайте Территориальной избирательной комиссии № 49 в информационно-телекоммуникационной сети «Интернет».</w:t>
      </w:r>
    </w:p>
    <w:p w14:paraId="39A5C771" w14:textId="53E03D9C" w:rsidR="00EC67AB" w:rsidRDefault="00EC67AB" w:rsidP="00D57B80">
      <w:pPr>
        <w:pStyle w:val="20"/>
        <w:numPr>
          <w:ilvl w:val="0"/>
          <w:numId w:val="9"/>
        </w:numPr>
        <w:shd w:val="clear" w:color="auto" w:fill="auto"/>
        <w:spacing w:before="0" w:after="0" w:line="276" w:lineRule="auto"/>
        <w:ind w:left="0" w:firstLine="567"/>
        <w:contextualSpacing/>
        <w:jc w:val="both"/>
      </w:pPr>
      <w:r w:rsidRPr="00B77CCA">
        <w:t xml:space="preserve">Контроль за исполнением решения возложить на председателя </w:t>
      </w:r>
      <w:r>
        <w:t>Т</w:t>
      </w:r>
      <w:r w:rsidRPr="00B77CCA">
        <w:t xml:space="preserve">ерриториальной избирательной комиссии № 49 </w:t>
      </w:r>
      <w:r w:rsidR="00D26895">
        <w:t xml:space="preserve">К.А. </w:t>
      </w:r>
      <w:r>
        <w:t>Пушкарева.</w:t>
      </w:r>
    </w:p>
    <w:p w14:paraId="27E10FFF" w14:textId="77777777" w:rsidR="00EC67AB" w:rsidRDefault="00EC67AB" w:rsidP="00D57B80">
      <w:pPr>
        <w:spacing w:line="276" w:lineRule="auto"/>
        <w:jc w:val="both"/>
        <w:rPr>
          <w:rFonts w:eastAsia="Calibri"/>
          <w:lang w:eastAsia="en-US"/>
        </w:rPr>
      </w:pPr>
    </w:p>
    <w:p w14:paraId="002F6A3B" w14:textId="77777777" w:rsidR="00EC67AB" w:rsidRPr="00D741B7" w:rsidRDefault="00EC67AB" w:rsidP="00EC67AB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Председатель Территориальной</w:t>
      </w:r>
    </w:p>
    <w:p w14:paraId="360AFC93" w14:textId="39E1FA92" w:rsidR="00EC67AB" w:rsidRPr="00D741B7" w:rsidRDefault="00EC67AB" w:rsidP="00EC67AB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 xml:space="preserve">избирательной комиссии № 49                            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  <w:t xml:space="preserve">          </w:t>
      </w:r>
      <w:r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 xml:space="preserve">    </w:t>
      </w:r>
      <w:r>
        <w:t>К.А. Пушкарев</w:t>
      </w:r>
    </w:p>
    <w:p w14:paraId="5E887482" w14:textId="77777777" w:rsidR="00EC67AB" w:rsidRPr="00D741B7" w:rsidRDefault="00EC67AB" w:rsidP="00EC67AB">
      <w:pPr>
        <w:jc w:val="both"/>
        <w:rPr>
          <w:rFonts w:eastAsia="Calibri"/>
          <w:lang w:eastAsia="en-US"/>
        </w:rPr>
      </w:pPr>
    </w:p>
    <w:p w14:paraId="33EA970A" w14:textId="77777777" w:rsidR="00EC67AB" w:rsidRPr="00D741B7" w:rsidRDefault="00EC67AB" w:rsidP="00EC67AB">
      <w:pPr>
        <w:jc w:val="both"/>
        <w:rPr>
          <w:rFonts w:eastAsia="Calibri"/>
          <w:lang w:eastAsia="en-US"/>
        </w:rPr>
      </w:pPr>
    </w:p>
    <w:p w14:paraId="49B11F1E" w14:textId="77777777" w:rsidR="00EC67AB" w:rsidRPr="00D741B7" w:rsidRDefault="00EC67AB" w:rsidP="00EC67AB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Секретарь Территориальной</w:t>
      </w:r>
    </w:p>
    <w:p w14:paraId="2B039C7D" w14:textId="6BBAED2B" w:rsidR="00EC67AB" w:rsidRDefault="00EC67AB" w:rsidP="00EC67AB">
      <w:pPr>
        <w:tabs>
          <w:tab w:val="left" w:pos="851"/>
          <w:tab w:val="left" w:pos="1365"/>
        </w:tabs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избирательной комиссии № 49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</w:t>
      </w:r>
      <w:r w:rsidRPr="00D741B7">
        <w:rPr>
          <w:rFonts w:eastAsia="Calibri"/>
          <w:lang w:eastAsia="en-US"/>
        </w:rPr>
        <w:t>Е.С. Гагиева</w:t>
      </w:r>
      <w:r>
        <w:rPr>
          <w:rFonts w:eastAsia="Calibri"/>
          <w:lang w:eastAsia="en-US"/>
        </w:rPr>
        <w:br w:type="page"/>
      </w:r>
    </w:p>
    <w:p w14:paraId="4497320A" w14:textId="1BCE96CF" w:rsidR="00EC67AB" w:rsidRDefault="00EC67AB" w:rsidP="00EC67AB">
      <w:pPr>
        <w:jc w:val="right"/>
        <w:rPr>
          <w:sz w:val="24"/>
        </w:rPr>
      </w:pPr>
      <w:r w:rsidRPr="00524690">
        <w:rPr>
          <w:sz w:val="24"/>
        </w:rPr>
        <w:lastRenderedPageBreak/>
        <w:t>Приложение</w:t>
      </w:r>
      <w:r w:rsidR="00D57B80">
        <w:rPr>
          <w:sz w:val="24"/>
        </w:rPr>
        <w:t xml:space="preserve"> № 1</w:t>
      </w:r>
    </w:p>
    <w:p w14:paraId="7767802C" w14:textId="77777777" w:rsidR="00EC67AB" w:rsidRDefault="00EC67AB" w:rsidP="00EC67AB">
      <w:pPr>
        <w:jc w:val="right"/>
        <w:rPr>
          <w:sz w:val="24"/>
        </w:rPr>
      </w:pPr>
      <w:bookmarkStart w:id="4" w:name="_Hlk150433853"/>
      <w:r w:rsidRPr="00524690">
        <w:rPr>
          <w:sz w:val="24"/>
        </w:rPr>
        <w:t xml:space="preserve">к решению </w:t>
      </w:r>
      <w:r>
        <w:rPr>
          <w:sz w:val="24"/>
        </w:rPr>
        <w:t xml:space="preserve">Территориальной </w:t>
      </w:r>
    </w:p>
    <w:p w14:paraId="58AD1051" w14:textId="77777777" w:rsidR="00EC67AB" w:rsidRDefault="00EC67AB" w:rsidP="00EC67AB">
      <w:pPr>
        <w:jc w:val="right"/>
        <w:rPr>
          <w:sz w:val="24"/>
        </w:rPr>
      </w:pPr>
      <w:r>
        <w:rPr>
          <w:sz w:val="24"/>
        </w:rPr>
        <w:t>избирательной комиссии № 49</w:t>
      </w:r>
    </w:p>
    <w:bookmarkEnd w:id="4"/>
    <w:p w14:paraId="0257E8D8" w14:textId="718FC330" w:rsidR="00EC67AB" w:rsidRDefault="00EC67AB" w:rsidP="00EC67AB">
      <w:pPr>
        <w:jc w:val="right"/>
        <w:rPr>
          <w:sz w:val="24"/>
        </w:rPr>
      </w:pPr>
      <w:r>
        <w:rPr>
          <w:sz w:val="24"/>
        </w:rPr>
        <w:t xml:space="preserve">от </w:t>
      </w:r>
      <w:r w:rsidR="005F4B5D">
        <w:rPr>
          <w:sz w:val="24"/>
        </w:rPr>
        <w:t>30</w:t>
      </w:r>
      <w:r>
        <w:rPr>
          <w:sz w:val="24"/>
        </w:rPr>
        <w:t xml:space="preserve"> </w:t>
      </w:r>
      <w:r w:rsidR="005F4B5D">
        <w:rPr>
          <w:sz w:val="24"/>
        </w:rPr>
        <w:t>янва</w:t>
      </w:r>
      <w:r w:rsidR="001A786E">
        <w:rPr>
          <w:sz w:val="24"/>
        </w:rPr>
        <w:t>ря</w:t>
      </w:r>
      <w:r>
        <w:rPr>
          <w:sz w:val="24"/>
        </w:rPr>
        <w:t xml:space="preserve"> 202</w:t>
      </w:r>
      <w:r w:rsidR="005F4B5D">
        <w:rPr>
          <w:sz w:val="24"/>
        </w:rPr>
        <w:t>6</w:t>
      </w:r>
      <w:r>
        <w:rPr>
          <w:sz w:val="24"/>
        </w:rPr>
        <w:t xml:space="preserve">г. </w:t>
      </w:r>
      <w:r w:rsidRPr="00524690">
        <w:rPr>
          <w:sz w:val="24"/>
        </w:rPr>
        <w:t xml:space="preserve">№ </w:t>
      </w:r>
      <w:r w:rsidR="00081CD1">
        <w:rPr>
          <w:sz w:val="24"/>
        </w:rPr>
        <w:t>5</w:t>
      </w:r>
      <w:r w:rsidR="001A786E">
        <w:rPr>
          <w:sz w:val="24"/>
        </w:rPr>
        <w:t>-</w:t>
      </w:r>
      <w:r w:rsidR="0008202C">
        <w:rPr>
          <w:sz w:val="24"/>
        </w:rPr>
        <w:t>3</w:t>
      </w:r>
    </w:p>
    <w:p w14:paraId="018C4BCA" w14:textId="77777777" w:rsidR="00EC67AB" w:rsidRPr="00524690" w:rsidRDefault="00EC67AB" w:rsidP="00EC67AB">
      <w:pPr>
        <w:jc w:val="right"/>
        <w:rPr>
          <w:sz w:val="24"/>
        </w:rPr>
      </w:pPr>
    </w:p>
    <w:p w14:paraId="7E442307" w14:textId="77777777" w:rsidR="00EC67AB" w:rsidRPr="00253A07" w:rsidRDefault="00EC67AB" w:rsidP="00EC67AB">
      <w:pPr>
        <w:pStyle w:val="20"/>
        <w:tabs>
          <w:tab w:val="left" w:pos="420"/>
          <w:tab w:val="left" w:pos="1701"/>
        </w:tabs>
        <w:spacing w:before="0" w:after="0" w:line="240" w:lineRule="auto"/>
        <w:ind w:left="1134" w:right="987" w:hanging="1134"/>
        <w:contextualSpacing/>
        <w:rPr>
          <w:b/>
          <w:bCs/>
        </w:rPr>
      </w:pPr>
      <w:r w:rsidRPr="00253A07">
        <w:rPr>
          <w:b/>
          <w:bCs/>
        </w:rPr>
        <w:t xml:space="preserve">Список </w:t>
      </w:r>
      <w:r>
        <w:rPr>
          <w:b/>
          <w:bCs/>
        </w:rPr>
        <w:t>лиц,</w:t>
      </w:r>
      <w:r w:rsidRPr="00253A07">
        <w:rPr>
          <w:b/>
          <w:bCs/>
        </w:rPr>
        <w:t xml:space="preserve"> исключен</w:t>
      </w:r>
      <w:r>
        <w:rPr>
          <w:b/>
          <w:bCs/>
        </w:rPr>
        <w:t>ных</w:t>
      </w:r>
      <w:r w:rsidRPr="00253A07">
        <w:rPr>
          <w:b/>
          <w:bCs/>
        </w:rPr>
        <w:t xml:space="preserve"> из резерва составов</w:t>
      </w:r>
      <w:r>
        <w:rPr>
          <w:b/>
          <w:bCs/>
        </w:rPr>
        <w:t xml:space="preserve"> </w:t>
      </w:r>
      <w:r w:rsidRPr="00253A07">
        <w:rPr>
          <w:b/>
          <w:bCs/>
        </w:rPr>
        <w:t>участковых</w:t>
      </w:r>
      <w:r>
        <w:rPr>
          <w:b/>
          <w:bCs/>
        </w:rPr>
        <w:t xml:space="preserve"> </w:t>
      </w:r>
      <w:r w:rsidRPr="00253A07">
        <w:rPr>
          <w:b/>
          <w:bCs/>
        </w:rPr>
        <w:t>комиссий</w:t>
      </w:r>
    </w:p>
    <w:p w14:paraId="1700BF8C" w14:textId="1E32C29A" w:rsidR="00EC67AB" w:rsidRDefault="00EC67AB" w:rsidP="00EC67AB">
      <w:pPr>
        <w:pStyle w:val="20"/>
        <w:tabs>
          <w:tab w:val="left" w:pos="420"/>
          <w:tab w:val="left" w:pos="1701"/>
        </w:tabs>
        <w:spacing w:before="0" w:after="0" w:line="240" w:lineRule="auto"/>
        <w:ind w:left="993" w:right="987" w:hanging="142"/>
        <w:contextualSpacing/>
        <w:rPr>
          <w:b/>
          <w:bCs/>
        </w:rPr>
      </w:pPr>
      <w:r w:rsidRPr="00253A07">
        <w:rPr>
          <w:b/>
          <w:bCs/>
        </w:rPr>
        <w:t>Территориальн</w:t>
      </w:r>
      <w:r>
        <w:rPr>
          <w:b/>
          <w:bCs/>
        </w:rPr>
        <w:t>ая</w:t>
      </w:r>
      <w:r w:rsidRPr="00253A07">
        <w:rPr>
          <w:b/>
          <w:bCs/>
        </w:rPr>
        <w:t xml:space="preserve"> избирательн</w:t>
      </w:r>
      <w:r>
        <w:rPr>
          <w:b/>
          <w:bCs/>
        </w:rPr>
        <w:t>ая</w:t>
      </w:r>
      <w:r w:rsidRPr="00253A07">
        <w:rPr>
          <w:b/>
          <w:bCs/>
        </w:rPr>
        <w:t xml:space="preserve"> комисси</w:t>
      </w:r>
      <w:r>
        <w:rPr>
          <w:b/>
          <w:bCs/>
        </w:rPr>
        <w:t>я</w:t>
      </w:r>
      <w:r w:rsidRPr="00253A07">
        <w:rPr>
          <w:b/>
          <w:bCs/>
        </w:rPr>
        <w:t xml:space="preserve"> № </w:t>
      </w:r>
      <w:r>
        <w:rPr>
          <w:b/>
          <w:bCs/>
        </w:rPr>
        <w:t>49</w:t>
      </w:r>
    </w:p>
    <w:p w14:paraId="12C115D5" w14:textId="77777777" w:rsidR="00EC67AB" w:rsidRPr="004C1914" w:rsidRDefault="00EC67AB" w:rsidP="00D57B80">
      <w:pPr>
        <w:pStyle w:val="20"/>
        <w:tabs>
          <w:tab w:val="left" w:pos="420"/>
          <w:tab w:val="left" w:pos="1701"/>
        </w:tabs>
        <w:spacing w:before="0" w:after="0" w:line="240" w:lineRule="auto"/>
        <w:ind w:right="987" w:firstLine="0"/>
        <w:contextualSpacing/>
        <w:jc w:val="both"/>
        <w:rPr>
          <w:b/>
          <w:bCs/>
          <w:sz w:val="24"/>
          <w:szCs w:val="24"/>
        </w:rPr>
      </w:pPr>
    </w:p>
    <w:p w14:paraId="146F5A28" w14:textId="6C7AF216" w:rsidR="00EC67AB" w:rsidRDefault="00EC67AB" w:rsidP="00EC67AB">
      <w:pPr>
        <w:pStyle w:val="20"/>
        <w:tabs>
          <w:tab w:val="left" w:pos="420"/>
          <w:tab w:val="left" w:pos="1701"/>
        </w:tabs>
        <w:spacing w:before="0" w:after="0" w:line="240" w:lineRule="auto"/>
        <w:ind w:left="993" w:right="987" w:hanging="142"/>
        <w:contextualSpacing/>
      </w:pPr>
      <w:r w:rsidRPr="00253A07">
        <w:t>на основании подпункта «</w:t>
      </w:r>
      <w:r>
        <w:t>г</w:t>
      </w:r>
      <w:r w:rsidRPr="00253A07">
        <w:t>»</w:t>
      </w:r>
      <w:r w:rsidR="004C1914">
        <w:t xml:space="preserve"> </w:t>
      </w:r>
      <w:r w:rsidRPr="00253A07">
        <w:t>пункта 25 Порядка</w:t>
      </w:r>
    </w:p>
    <w:p w14:paraId="716F62CE" w14:textId="592E7058" w:rsidR="00651475" w:rsidRPr="004C1914" w:rsidRDefault="00651475" w:rsidP="00651475">
      <w:pPr>
        <w:pStyle w:val="20"/>
        <w:shd w:val="clear" w:color="auto" w:fill="auto"/>
        <w:tabs>
          <w:tab w:val="left" w:pos="420"/>
        </w:tabs>
        <w:spacing w:before="0" w:after="0" w:line="240" w:lineRule="auto"/>
        <w:ind w:firstLine="0"/>
        <w:rPr>
          <w:b/>
          <w:bCs/>
          <w:sz w:val="22"/>
          <w:szCs w:val="22"/>
        </w:rPr>
      </w:pP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2738"/>
        <w:gridCol w:w="1446"/>
        <w:gridCol w:w="3969"/>
        <w:gridCol w:w="1559"/>
      </w:tblGrid>
      <w:tr w:rsidR="00651475" w:rsidRPr="00795502" w14:paraId="0400D1BD" w14:textId="77777777" w:rsidTr="00EC67AB">
        <w:trPr>
          <w:trHeight w:val="570"/>
        </w:trPr>
        <w:tc>
          <w:tcPr>
            <w:tcW w:w="741" w:type="dxa"/>
            <w:vAlign w:val="center"/>
          </w:tcPr>
          <w:p w14:paraId="7C3AE025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№ п/п</w:t>
            </w:r>
          </w:p>
        </w:tc>
        <w:tc>
          <w:tcPr>
            <w:tcW w:w="2738" w:type="dxa"/>
            <w:vAlign w:val="center"/>
          </w:tcPr>
          <w:p w14:paraId="79B5EEF0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Фамилия Имя Отчество</w:t>
            </w:r>
          </w:p>
        </w:tc>
        <w:tc>
          <w:tcPr>
            <w:tcW w:w="1446" w:type="dxa"/>
            <w:vAlign w:val="center"/>
          </w:tcPr>
          <w:p w14:paraId="539C64FF" w14:textId="2579FA8D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 xml:space="preserve">Резерв </w:t>
            </w:r>
            <w:r w:rsidR="00C86854" w:rsidRPr="004F1930">
              <w:rPr>
                <w:sz w:val="24"/>
              </w:rPr>
              <w:t>№ избирательного участка</w:t>
            </w:r>
          </w:p>
        </w:tc>
        <w:tc>
          <w:tcPr>
            <w:tcW w:w="3969" w:type="dxa"/>
            <w:vAlign w:val="center"/>
          </w:tcPr>
          <w:p w14:paraId="31DB7590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Субъект выдвижения</w:t>
            </w:r>
          </w:p>
        </w:tc>
        <w:tc>
          <w:tcPr>
            <w:tcW w:w="1559" w:type="dxa"/>
            <w:vAlign w:val="center"/>
          </w:tcPr>
          <w:p w14:paraId="4B39D081" w14:textId="70C6A99A" w:rsidR="00651475" w:rsidRPr="00795502" w:rsidRDefault="00795502" w:rsidP="00B31AF5">
            <w:pPr>
              <w:rPr>
                <w:color w:val="000000"/>
                <w:sz w:val="24"/>
              </w:rPr>
            </w:pPr>
            <w:r w:rsidRPr="00795502">
              <w:rPr>
                <w:sz w:val="24"/>
              </w:rPr>
              <w:t>№ участковой избирательной комиссии</w:t>
            </w:r>
          </w:p>
        </w:tc>
      </w:tr>
      <w:tr w:rsidR="007B2A35" w:rsidRPr="00257465" w14:paraId="4AED9AF4" w14:textId="77777777" w:rsidTr="00EC67AB">
        <w:trPr>
          <w:trHeight w:val="570"/>
        </w:trPr>
        <w:tc>
          <w:tcPr>
            <w:tcW w:w="741" w:type="dxa"/>
            <w:vAlign w:val="center"/>
          </w:tcPr>
          <w:p w14:paraId="271250BB" w14:textId="094B00D2" w:rsidR="007B2A35" w:rsidRPr="00257465" w:rsidRDefault="007B2A35" w:rsidP="007B2A35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1</w:t>
            </w:r>
          </w:p>
        </w:tc>
        <w:tc>
          <w:tcPr>
            <w:tcW w:w="2738" w:type="dxa"/>
            <w:vAlign w:val="center"/>
          </w:tcPr>
          <w:p w14:paraId="04AFCA8A" w14:textId="102D40A3" w:rsidR="007B2A35" w:rsidRPr="00907BCB" w:rsidRDefault="005F4B5D" w:rsidP="007B2A35">
            <w:pPr>
              <w:rPr>
                <w:color w:val="000000"/>
                <w:sz w:val="24"/>
              </w:rPr>
            </w:pPr>
            <w:r w:rsidRPr="00907BCB">
              <w:rPr>
                <w:sz w:val="24"/>
              </w:rPr>
              <w:t>Рыбакова Светлана Сергеевна</w:t>
            </w:r>
          </w:p>
        </w:tc>
        <w:tc>
          <w:tcPr>
            <w:tcW w:w="1446" w:type="dxa"/>
            <w:vAlign w:val="center"/>
          </w:tcPr>
          <w:p w14:paraId="66F9B0E0" w14:textId="70C08359" w:rsidR="007B2A35" w:rsidRPr="00257465" w:rsidRDefault="007B2A35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1488</w:t>
            </w:r>
          </w:p>
        </w:tc>
        <w:tc>
          <w:tcPr>
            <w:tcW w:w="3969" w:type="dxa"/>
            <w:vAlign w:val="center"/>
          </w:tcPr>
          <w:p w14:paraId="140369AE" w14:textId="5181BE9B" w:rsidR="007B2A35" w:rsidRPr="00907BCB" w:rsidRDefault="00907BCB" w:rsidP="007B2A35">
            <w:pPr>
              <w:rPr>
                <w:color w:val="000000"/>
                <w:sz w:val="24"/>
              </w:rPr>
            </w:pPr>
            <w:r w:rsidRPr="00907BCB">
              <w:rPr>
                <w:bCs/>
                <w:sz w:val="24"/>
              </w:rPr>
              <w:t xml:space="preserve">Станичное Казачье Общество имени Императора Александра </w:t>
            </w:r>
            <w:r w:rsidRPr="00907BCB">
              <w:rPr>
                <w:bCs/>
                <w:sz w:val="24"/>
                <w:lang w:val="en-US"/>
              </w:rPr>
              <w:t>II</w:t>
            </w:r>
            <w:r w:rsidRPr="00907BCB">
              <w:rPr>
                <w:bCs/>
                <w:sz w:val="24"/>
              </w:rPr>
              <w:t xml:space="preserve"> Освободителя г. Санкт-Петербург</w:t>
            </w:r>
          </w:p>
        </w:tc>
        <w:tc>
          <w:tcPr>
            <w:tcW w:w="1559" w:type="dxa"/>
            <w:vAlign w:val="center"/>
          </w:tcPr>
          <w:p w14:paraId="61F9E5B1" w14:textId="468248BD" w:rsidR="007B2A35" w:rsidRPr="00257465" w:rsidRDefault="007B2A35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907BCB">
              <w:rPr>
                <w:color w:val="000000"/>
                <w:sz w:val="24"/>
              </w:rPr>
              <w:t>502</w:t>
            </w:r>
          </w:p>
        </w:tc>
      </w:tr>
      <w:tr w:rsidR="007B2A35" w:rsidRPr="00257465" w14:paraId="2FFD430A" w14:textId="77777777" w:rsidTr="00EC67AB">
        <w:trPr>
          <w:trHeight w:val="570"/>
        </w:trPr>
        <w:tc>
          <w:tcPr>
            <w:tcW w:w="741" w:type="dxa"/>
            <w:vAlign w:val="center"/>
          </w:tcPr>
          <w:p w14:paraId="048C32E4" w14:textId="1D6B2254" w:rsidR="007B2A35" w:rsidRPr="00257465" w:rsidRDefault="007B2A35" w:rsidP="007B2A35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2</w:t>
            </w:r>
          </w:p>
        </w:tc>
        <w:tc>
          <w:tcPr>
            <w:tcW w:w="2738" w:type="dxa"/>
            <w:vAlign w:val="center"/>
          </w:tcPr>
          <w:p w14:paraId="1188FE7E" w14:textId="3AFEF9BB" w:rsidR="007B2A35" w:rsidRPr="00907BCB" w:rsidRDefault="005F4B5D" w:rsidP="007B2A35">
            <w:pPr>
              <w:rPr>
                <w:color w:val="000000"/>
                <w:sz w:val="24"/>
              </w:rPr>
            </w:pPr>
            <w:r w:rsidRPr="00907BCB">
              <w:rPr>
                <w:sz w:val="24"/>
              </w:rPr>
              <w:t>Поздеева Кристина Владиславовна</w:t>
            </w:r>
          </w:p>
        </w:tc>
        <w:tc>
          <w:tcPr>
            <w:tcW w:w="1446" w:type="dxa"/>
            <w:vAlign w:val="center"/>
          </w:tcPr>
          <w:p w14:paraId="4F97DAF3" w14:textId="241EE7DF" w:rsidR="007B2A35" w:rsidRPr="00257465" w:rsidRDefault="007B2A35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  <w:r w:rsidR="00907BCB">
              <w:rPr>
                <w:color w:val="000000"/>
                <w:sz w:val="24"/>
              </w:rPr>
              <w:t>88</w:t>
            </w:r>
          </w:p>
        </w:tc>
        <w:tc>
          <w:tcPr>
            <w:tcW w:w="3969" w:type="dxa"/>
            <w:vAlign w:val="center"/>
          </w:tcPr>
          <w:p w14:paraId="0FB77871" w14:textId="79D496DB" w:rsidR="007B2A35" w:rsidRPr="00907BCB" w:rsidRDefault="00907BCB" w:rsidP="007B2A35">
            <w:pPr>
              <w:rPr>
                <w:color w:val="000000"/>
                <w:sz w:val="24"/>
              </w:rPr>
            </w:pPr>
            <w:r w:rsidRPr="00907BCB">
              <w:rPr>
                <w:color w:val="000000"/>
                <w:sz w:val="24"/>
              </w:rPr>
              <w:t>Региональная общественная организация поддержки и развития молодежного творчества «Гаудеамус»</w:t>
            </w:r>
          </w:p>
        </w:tc>
        <w:tc>
          <w:tcPr>
            <w:tcW w:w="1559" w:type="dxa"/>
            <w:vAlign w:val="center"/>
          </w:tcPr>
          <w:p w14:paraId="0C944A91" w14:textId="5F7335AA" w:rsidR="007B2A35" w:rsidRPr="00257465" w:rsidRDefault="007B2A35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907BCB">
              <w:rPr>
                <w:color w:val="000000"/>
                <w:sz w:val="24"/>
              </w:rPr>
              <w:t>504</w:t>
            </w:r>
          </w:p>
        </w:tc>
      </w:tr>
      <w:tr w:rsidR="009552D3" w:rsidRPr="00257465" w14:paraId="34556CA4" w14:textId="77777777" w:rsidTr="00EC67AB">
        <w:trPr>
          <w:trHeight w:val="570"/>
        </w:trPr>
        <w:tc>
          <w:tcPr>
            <w:tcW w:w="741" w:type="dxa"/>
            <w:vAlign w:val="center"/>
          </w:tcPr>
          <w:p w14:paraId="1E348C47" w14:textId="4C3599D5" w:rsidR="009552D3" w:rsidRPr="00257465" w:rsidRDefault="009552D3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738" w:type="dxa"/>
            <w:vAlign w:val="center"/>
          </w:tcPr>
          <w:p w14:paraId="60F652A9" w14:textId="10A9604E" w:rsidR="009552D3" w:rsidRPr="00A95908" w:rsidRDefault="00A95908" w:rsidP="007B2A35">
            <w:pPr>
              <w:rPr>
                <w:sz w:val="24"/>
              </w:rPr>
            </w:pPr>
            <w:r w:rsidRPr="00A95908">
              <w:rPr>
                <w:sz w:val="24"/>
              </w:rPr>
              <w:t>Ундеров Павел Игоревич</w:t>
            </w:r>
          </w:p>
        </w:tc>
        <w:tc>
          <w:tcPr>
            <w:tcW w:w="1446" w:type="dxa"/>
            <w:vAlign w:val="center"/>
          </w:tcPr>
          <w:p w14:paraId="64CE198C" w14:textId="50965C19" w:rsidR="009552D3" w:rsidRPr="00A95908" w:rsidRDefault="00A95908" w:rsidP="007B2A35">
            <w:pPr>
              <w:rPr>
                <w:color w:val="000000"/>
                <w:sz w:val="24"/>
              </w:rPr>
            </w:pPr>
            <w:r w:rsidRPr="00A95908">
              <w:rPr>
                <w:color w:val="000000"/>
                <w:sz w:val="24"/>
              </w:rPr>
              <w:t>1496</w:t>
            </w:r>
          </w:p>
        </w:tc>
        <w:tc>
          <w:tcPr>
            <w:tcW w:w="3969" w:type="dxa"/>
            <w:vAlign w:val="center"/>
          </w:tcPr>
          <w:p w14:paraId="51B70F3D" w14:textId="5DC218C7" w:rsidR="009552D3" w:rsidRPr="00A95908" w:rsidRDefault="00A95908" w:rsidP="007B2A35">
            <w:pPr>
              <w:rPr>
                <w:color w:val="000000"/>
                <w:sz w:val="24"/>
              </w:rPr>
            </w:pPr>
            <w:r w:rsidRPr="00A95908">
              <w:rPr>
                <w:color w:val="000000"/>
                <w:sz w:val="24"/>
              </w:rPr>
              <w:t>Политическая партия «ЛДПР» - Либерально-демократической партии России</w:t>
            </w:r>
          </w:p>
        </w:tc>
        <w:tc>
          <w:tcPr>
            <w:tcW w:w="1559" w:type="dxa"/>
            <w:vAlign w:val="center"/>
          </w:tcPr>
          <w:p w14:paraId="76D068E7" w14:textId="777EAF4D" w:rsidR="009552D3" w:rsidRDefault="009552D3" w:rsidP="007B2A3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1504</w:t>
            </w:r>
          </w:p>
        </w:tc>
      </w:tr>
    </w:tbl>
    <w:p w14:paraId="4CE3B522" w14:textId="5E853DD3" w:rsidR="0075568A" w:rsidRDefault="007C5DFB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7C5DFB">
        <w:rPr>
          <w:rFonts w:ascii="Arial" w:hAnsi="Arial" w:cs="Arial"/>
          <w:color w:val="000000"/>
          <w:sz w:val="26"/>
          <w:szCs w:val="26"/>
        </w:rPr>
        <w:t> </w:t>
      </w:r>
      <w:r w:rsidR="00D57B80">
        <w:rPr>
          <w:rFonts w:ascii="Arial" w:hAnsi="Arial" w:cs="Arial"/>
          <w:color w:val="000000"/>
          <w:sz w:val="26"/>
          <w:szCs w:val="26"/>
        </w:rPr>
        <w:t xml:space="preserve">  </w:t>
      </w:r>
    </w:p>
    <w:p w14:paraId="38A1C276" w14:textId="30ADF78B" w:rsidR="00D57B80" w:rsidRDefault="00D57B80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p w14:paraId="1CFE5EB3" w14:textId="6583AC47" w:rsidR="00D57B80" w:rsidRDefault="00D57B80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p w14:paraId="50C0E44F" w14:textId="77777777" w:rsidR="00D57B80" w:rsidRDefault="00D57B80" w:rsidP="00D57B80">
      <w:pPr>
        <w:jc w:val="right"/>
        <w:rPr>
          <w:sz w:val="24"/>
        </w:rPr>
      </w:pPr>
    </w:p>
    <w:p w14:paraId="09930D36" w14:textId="77777777" w:rsidR="00D57B80" w:rsidRDefault="00D57B80" w:rsidP="00D57B80">
      <w:pPr>
        <w:jc w:val="right"/>
        <w:rPr>
          <w:sz w:val="24"/>
        </w:rPr>
      </w:pPr>
    </w:p>
    <w:p w14:paraId="52BC9CA3" w14:textId="77777777" w:rsidR="00D57B80" w:rsidRDefault="00D57B80" w:rsidP="00D57B80">
      <w:pPr>
        <w:jc w:val="right"/>
        <w:rPr>
          <w:sz w:val="24"/>
        </w:rPr>
      </w:pPr>
    </w:p>
    <w:p w14:paraId="191E54FE" w14:textId="2D6233D2" w:rsidR="00D57B80" w:rsidRDefault="00D57B80" w:rsidP="00D57B80">
      <w:pPr>
        <w:jc w:val="right"/>
        <w:rPr>
          <w:sz w:val="24"/>
        </w:rPr>
      </w:pPr>
    </w:p>
    <w:p w14:paraId="2B6AD921" w14:textId="3D1898A9" w:rsidR="008D4EB5" w:rsidRDefault="008D4EB5" w:rsidP="00D57B80">
      <w:pPr>
        <w:jc w:val="right"/>
        <w:rPr>
          <w:sz w:val="24"/>
        </w:rPr>
      </w:pPr>
    </w:p>
    <w:p w14:paraId="73A564C8" w14:textId="2B18413F" w:rsidR="008D4EB5" w:rsidRDefault="008D4EB5" w:rsidP="00D57B80">
      <w:pPr>
        <w:jc w:val="right"/>
        <w:rPr>
          <w:sz w:val="24"/>
        </w:rPr>
      </w:pPr>
    </w:p>
    <w:p w14:paraId="5C8BD9A3" w14:textId="7C29348D" w:rsidR="008D4EB5" w:rsidRDefault="008D4EB5" w:rsidP="00D57B80">
      <w:pPr>
        <w:jc w:val="right"/>
        <w:rPr>
          <w:sz w:val="24"/>
        </w:rPr>
      </w:pPr>
    </w:p>
    <w:p w14:paraId="53D20C78" w14:textId="3C352C30" w:rsidR="008D4EB5" w:rsidRDefault="008D4EB5" w:rsidP="00D57B80">
      <w:pPr>
        <w:jc w:val="right"/>
        <w:rPr>
          <w:sz w:val="24"/>
        </w:rPr>
      </w:pPr>
    </w:p>
    <w:p w14:paraId="5EED0A0C" w14:textId="46A75BAE" w:rsidR="008D4EB5" w:rsidRDefault="008D4EB5" w:rsidP="00D57B80">
      <w:pPr>
        <w:jc w:val="right"/>
        <w:rPr>
          <w:sz w:val="24"/>
        </w:rPr>
      </w:pPr>
    </w:p>
    <w:p w14:paraId="1D74FC94" w14:textId="2C0A6F7E" w:rsidR="008D4EB5" w:rsidRDefault="008D4EB5" w:rsidP="00D57B80">
      <w:pPr>
        <w:jc w:val="right"/>
        <w:rPr>
          <w:sz w:val="24"/>
        </w:rPr>
      </w:pPr>
    </w:p>
    <w:p w14:paraId="2763F151" w14:textId="402D8146" w:rsidR="008D4EB5" w:rsidRDefault="008D4EB5" w:rsidP="00D57B80">
      <w:pPr>
        <w:jc w:val="right"/>
        <w:rPr>
          <w:sz w:val="24"/>
        </w:rPr>
      </w:pPr>
    </w:p>
    <w:p w14:paraId="2CC533E5" w14:textId="2464AD63" w:rsidR="008D4EB5" w:rsidRDefault="008D4EB5" w:rsidP="00D57B80">
      <w:pPr>
        <w:jc w:val="right"/>
        <w:rPr>
          <w:sz w:val="24"/>
        </w:rPr>
      </w:pPr>
    </w:p>
    <w:p w14:paraId="455C7699" w14:textId="073E97F0" w:rsidR="008D4EB5" w:rsidRDefault="008D4EB5" w:rsidP="00D57B80">
      <w:pPr>
        <w:jc w:val="right"/>
        <w:rPr>
          <w:sz w:val="24"/>
        </w:rPr>
      </w:pPr>
    </w:p>
    <w:p w14:paraId="07578930" w14:textId="4436B65A" w:rsidR="008D4EB5" w:rsidRDefault="008D4EB5" w:rsidP="00D57B80">
      <w:pPr>
        <w:jc w:val="right"/>
        <w:rPr>
          <w:sz w:val="24"/>
        </w:rPr>
      </w:pPr>
    </w:p>
    <w:p w14:paraId="01FE7237" w14:textId="19706174" w:rsidR="008D4EB5" w:rsidRDefault="008D4EB5" w:rsidP="00D57B80">
      <w:pPr>
        <w:jc w:val="right"/>
        <w:rPr>
          <w:sz w:val="24"/>
        </w:rPr>
      </w:pPr>
    </w:p>
    <w:p w14:paraId="07575ED6" w14:textId="3DDDEAFE" w:rsidR="008D4EB5" w:rsidRDefault="008D4EB5" w:rsidP="00D57B80">
      <w:pPr>
        <w:jc w:val="right"/>
        <w:rPr>
          <w:sz w:val="24"/>
        </w:rPr>
      </w:pPr>
    </w:p>
    <w:p w14:paraId="058CF568" w14:textId="0BAF562D" w:rsidR="008D4EB5" w:rsidRDefault="008D4EB5" w:rsidP="00D57B80">
      <w:pPr>
        <w:jc w:val="right"/>
        <w:rPr>
          <w:sz w:val="24"/>
        </w:rPr>
      </w:pPr>
    </w:p>
    <w:p w14:paraId="6089A315" w14:textId="1B425950" w:rsidR="008D4EB5" w:rsidRDefault="008D4EB5" w:rsidP="00D57B80">
      <w:pPr>
        <w:jc w:val="right"/>
        <w:rPr>
          <w:sz w:val="24"/>
        </w:rPr>
      </w:pPr>
    </w:p>
    <w:p w14:paraId="5B690F21" w14:textId="68764040" w:rsidR="008D4EB5" w:rsidRDefault="008D4EB5" w:rsidP="00D57B80">
      <w:pPr>
        <w:jc w:val="right"/>
        <w:rPr>
          <w:sz w:val="24"/>
        </w:rPr>
      </w:pPr>
    </w:p>
    <w:p w14:paraId="1B8BBA3C" w14:textId="5A744140" w:rsidR="008D4EB5" w:rsidRDefault="008D4EB5" w:rsidP="00D57B80">
      <w:pPr>
        <w:jc w:val="right"/>
        <w:rPr>
          <w:sz w:val="24"/>
        </w:rPr>
      </w:pPr>
    </w:p>
    <w:p w14:paraId="38F80998" w14:textId="1E94E1CA" w:rsidR="008D4EB5" w:rsidRDefault="008D4EB5" w:rsidP="00D57B80">
      <w:pPr>
        <w:jc w:val="right"/>
        <w:rPr>
          <w:sz w:val="24"/>
        </w:rPr>
      </w:pPr>
    </w:p>
    <w:p w14:paraId="50A6C67E" w14:textId="2919ADE3" w:rsidR="008D4EB5" w:rsidRDefault="008D4EB5" w:rsidP="00D57B80">
      <w:pPr>
        <w:jc w:val="right"/>
        <w:rPr>
          <w:sz w:val="24"/>
        </w:rPr>
      </w:pPr>
    </w:p>
    <w:p w14:paraId="59309656" w14:textId="380435E9" w:rsidR="008D4EB5" w:rsidRDefault="008D4EB5" w:rsidP="00D57B80">
      <w:pPr>
        <w:jc w:val="right"/>
        <w:rPr>
          <w:sz w:val="24"/>
        </w:rPr>
      </w:pPr>
    </w:p>
    <w:p w14:paraId="14950F3A" w14:textId="3575E6E8" w:rsidR="008D4EB5" w:rsidRDefault="008D4EB5" w:rsidP="00D57B80">
      <w:pPr>
        <w:jc w:val="right"/>
        <w:rPr>
          <w:sz w:val="24"/>
        </w:rPr>
      </w:pPr>
    </w:p>
    <w:p w14:paraId="07282D06" w14:textId="2B53F162" w:rsidR="008D4EB5" w:rsidRDefault="008D4EB5" w:rsidP="00D57B80">
      <w:pPr>
        <w:jc w:val="right"/>
        <w:rPr>
          <w:sz w:val="24"/>
        </w:rPr>
      </w:pPr>
    </w:p>
    <w:p w14:paraId="4E600AE7" w14:textId="558F12A3" w:rsidR="008D4EB5" w:rsidRDefault="008D4EB5" w:rsidP="00D57B80">
      <w:pPr>
        <w:jc w:val="right"/>
        <w:rPr>
          <w:sz w:val="24"/>
        </w:rPr>
      </w:pPr>
    </w:p>
    <w:p w14:paraId="6CCAE56F" w14:textId="3ED0B495" w:rsidR="008D4EB5" w:rsidRDefault="008D4EB5" w:rsidP="00D57B80">
      <w:pPr>
        <w:jc w:val="right"/>
        <w:rPr>
          <w:sz w:val="24"/>
        </w:rPr>
      </w:pPr>
    </w:p>
    <w:p w14:paraId="524015CE" w14:textId="77777777" w:rsidR="00D57B80" w:rsidRDefault="00D57B80" w:rsidP="00A95908">
      <w:pPr>
        <w:jc w:val="both"/>
        <w:rPr>
          <w:sz w:val="24"/>
        </w:rPr>
      </w:pPr>
    </w:p>
    <w:p w14:paraId="05BFB84F" w14:textId="77777777" w:rsidR="00D57B80" w:rsidRDefault="00D57B80" w:rsidP="00D57B80">
      <w:pPr>
        <w:jc w:val="right"/>
        <w:rPr>
          <w:sz w:val="24"/>
        </w:rPr>
      </w:pPr>
    </w:p>
    <w:p w14:paraId="2EFDFD7D" w14:textId="7F9156E6" w:rsidR="00D57B80" w:rsidRDefault="00D57B80" w:rsidP="00D57B80">
      <w:pPr>
        <w:jc w:val="right"/>
        <w:rPr>
          <w:sz w:val="24"/>
        </w:rPr>
      </w:pPr>
      <w:r w:rsidRPr="00524690">
        <w:rPr>
          <w:sz w:val="24"/>
        </w:rPr>
        <w:t>Приложение</w:t>
      </w:r>
      <w:r>
        <w:rPr>
          <w:sz w:val="24"/>
        </w:rPr>
        <w:t xml:space="preserve"> № 2</w:t>
      </w:r>
    </w:p>
    <w:p w14:paraId="60F27182" w14:textId="77777777" w:rsidR="00D57B80" w:rsidRDefault="00D57B80" w:rsidP="00D57B80">
      <w:pPr>
        <w:jc w:val="right"/>
        <w:rPr>
          <w:sz w:val="24"/>
        </w:rPr>
      </w:pPr>
      <w:r w:rsidRPr="00524690">
        <w:rPr>
          <w:sz w:val="24"/>
        </w:rPr>
        <w:t xml:space="preserve">к решению </w:t>
      </w:r>
      <w:r>
        <w:rPr>
          <w:sz w:val="24"/>
        </w:rPr>
        <w:t xml:space="preserve">Территориальной </w:t>
      </w:r>
    </w:p>
    <w:p w14:paraId="4FF984E8" w14:textId="77777777" w:rsidR="00D57B80" w:rsidRDefault="00D57B80" w:rsidP="00D57B80">
      <w:pPr>
        <w:jc w:val="right"/>
        <w:rPr>
          <w:sz w:val="24"/>
        </w:rPr>
      </w:pPr>
      <w:r>
        <w:rPr>
          <w:sz w:val="24"/>
        </w:rPr>
        <w:t>избирательной комиссии № 49</w:t>
      </w:r>
    </w:p>
    <w:p w14:paraId="326C9BB6" w14:textId="35F522D0" w:rsidR="00D57B80" w:rsidRDefault="00D57B80" w:rsidP="00D57B80">
      <w:pPr>
        <w:jc w:val="right"/>
        <w:rPr>
          <w:sz w:val="24"/>
        </w:rPr>
      </w:pPr>
      <w:r>
        <w:rPr>
          <w:sz w:val="24"/>
        </w:rPr>
        <w:t xml:space="preserve">от </w:t>
      </w:r>
      <w:r w:rsidR="008D4EB5">
        <w:rPr>
          <w:sz w:val="24"/>
        </w:rPr>
        <w:t>30</w:t>
      </w:r>
      <w:r>
        <w:rPr>
          <w:sz w:val="24"/>
        </w:rPr>
        <w:t xml:space="preserve"> </w:t>
      </w:r>
      <w:r w:rsidR="008D4EB5">
        <w:rPr>
          <w:sz w:val="24"/>
        </w:rPr>
        <w:t>янва</w:t>
      </w:r>
      <w:r>
        <w:rPr>
          <w:sz w:val="24"/>
        </w:rPr>
        <w:t>ря 202</w:t>
      </w:r>
      <w:r w:rsidR="008D4EB5">
        <w:rPr>
          <w:sz w:val="24"/>
        </w:rPr>
        <w:t>6</w:t>
      </w:r>
      <w:r>
        <w:rPr>
          <w:sz w:val="24"/>
        </w:rPr>
        <w:t xml:space="preserve">г. </w:t>
      </w:r>
      <w:r w:rsidRPr="00524690">
        <w:rPr>
          <w:sz w:val="24"/>
        </w:rPr>
        <w:t xml:space="preserve">№ </w:t>
      </w:r>
      <w:r w:rsidR="00081CD1">
        <w:rPr>
          <w:sz w:val="24"/>
        </w:rPr>
        <w:t>5</w:t>
      </w:r>
      <w:r>
        <w:rPr>
          <w:sz w:val="24"/>
        </w:rPr>
        <w:t>-</w:t>
      </w:r>
      <w:r w:rsidR="0008202C">
        <w:rPr>
          <w:sz w:val="24"/>
        </w:rPr>
        <w:t>3</w:t>
      </w:r>
    </w:p>
    <w:p w14:paraId="077502ED" w14:textId="2A6173BB" w:rsidR="00D57B80" w:rsidRDefault="00D57B80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p w14:paraId="0C46311C" w14:textId="77777777" w:rsidR="00D57B80" w:rsidRPr="00253A07" w:rsidRDefault="00D57B80" w:rsidP="00D57B80">
      <w:pPr>
        <w:pStyle w:val="20"/>
        <w:tabs>
          <w:tab w:val="left" w:pos="420"/>
          <w:tab w:val="left" w:pos="1701"/>
        </w:tabs>
        <w:spacing w:before="0" w:after="0" w:line="240" w:lineRule="auto"/>
        <w:ind w:left="1134" w:right="987" w:hanging="1134"/>
        <w:contextualSpacing/>
        <w:rPr>
          <w:b/>
          <w:bCs/>
        </w:rPr>
      </w:pPr>
      <w:r w:rsidRPr="00253A07">
        <w:rPr>
          <w:b/>
          <w:bCs/>
        </w:rPr>
        <w:t xml:space="preserve">Список </w:t>
      </w:r>
      <w:r>
        <w:rPr>
          <w:b/>
          <w:bCs/>
        </w:rPr>
        <w:t>лиц,</w:t>
      </w:r>
      <w:r w:rsidRPr="00253A07">
        <w:rPr>
          <w:b/>
          <w:bCs/>
        </w:rPr>
        <w:t xml:space="preserve"> исключен</w:t>
      </w:r>
      <w:r>
        <w:rPr>
          <w:b/>
          <w:bCs/>
        </w:rPr>
        <w:t>ных</w:t>
      </w:r>
      <w:r w:rsidRPr="00253A07">
        <w:rPr>
          <w:b/>
          <w:bCs/>
        </w:rPr>
        <w:t xml:space="preserve"> из резерва составов</w:t>
      </w:r>
      <w:r>
        <w:rPr>
          <w:b/>
          <w:bCs/>
        </w:rPr>
        <w:t xml:space="preserve"> </w:t>
      </w:r>
      <w:r w:rsidRPr="00253A07">
        <w:rPr>
          <w:b/>
          <w:bCs/>
        </w:rPr>
        <w:t>участковых</w:t>
      </w:r>
      <w:r>
        <w:rPr>
          <w:b/>
          <w:bCs/>
        </w:rPr>
        <w:t xml:space="preserve"> </w:t>
      </w:r>
      <w:r w:rsidRPr="00253A07">
        <w:rPr>
          <w:b/>
          <w:bCs/>
        </w:rPr>
        <w:t>комиссий</w:t>
      </w:r>
    </w:p>
    <w:p w14:paraId="7BD6B80A" w14:textId="77777777" w:rsidR="00D57B80" w:rsidRDefault="00D57B80" w:rsidP="00D57B80">
      <w:pPr>
        <w:pStyle w:val="20"/>
        <w:tabs>
          <w:tab w:val="left" w:pos="420"/>
          <w:tab w:val="left" w:pos="1701"/>
        </w:tabs>
        <w:spacing w:before="0" w:after="0" w:line="240" w:lineRule="auto"/>
        <w:ind w:left="993" w:right="987" w:hanging="142"/>
        <w:contextualSpacing/>
        <w:rPr>
          <w:b/>
          <w:bCs/>
        </w:rPr>
      </w:pPr>
      <w:r w:rsidRPr="00253A07">
        <w:rPr>
          <w:b/>
          <w:bCs/>
        </w:rPr>
        <w:t>Территориальн</w:t>
      </w:r>
      <w:r>
        <w:rPr>
          <w:b/>
          <w:bCs/>
        </w:rPr>
        <w:t>ая</w:t>
      </w:r>
      <w:r w:rsidRPr="00253A07">
        <w:rPr>
          <w:b/>
          <w:bCs/>
        </w:rPr>
        <w:t xml:space="preserve"> избирательн</w:t>
      </w:r>
      <w:r>
        <w:rPr>
          <w:b/>
          <w:bCs/>
        </w:rPr>
        <w:t>ая</w:t>
      </w:r>
      <w:r w:rsidRPr="00253A07">
        <w:rPr>
          <w:b/>
          <w:bCs/>
        </w:rPr>
        <w:t xml:space="preserve"> комисси</w:t>
      </w:r>
      <w:r>
        <w:rPr>
          <w:b/>
          <w:bCs/>
        </w:rPr>
        <w:t>я</w:t>
      </w:r>
      <w:r w:rsidRPr="00253A07">
        <w:rPr>
          <w:b/>
          <w:bCs/>
        </w:rPr>
        <w:t xml:space="preserve"> № </w:t>
      </w:r>
      <w:r>
        <w:rPr>
          <w:b/>
          <w:bCs/>
        </w:rPr>
        <w:t>49</w:t>
      </w:r>
    </w:p>
    <w:p w14:paraId="77A1910A" w14:textId="775F52A9" w:rsidR="00D57B80" w:rsidRDefault="00D57B80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p w14:paraId="1EF3277D" w14:textId="0150B9BA" w:rsidR="00D57B80" w:rsidRDefault="00D57B80" w:rsidP="00D57B80">
      <w:pPr>
        <w:shd w:val="clear" w:color="auto" w:fill="FFFFFF"/>
        <w:spacing w:line="315" w:lineRule="atLeast"/>
      </w:pPr>
      <w:r w:rsidRPr="00253A07">
        <w:t>на основании подпункта «</w:t>
      </w:r>
      <w:r>
        <w:t>а</w:t>
      </w:r>
      <w:r w:rsidRPr="00253A07">
        <w:t>»</w:t>
      </w:r>
      <w:r>
        <w:t xml:space="preserve"> </w:t>
      </w:r>
      <w:r w:rsidRPr="00253A07">
        <w:t>пункта 25 Порядка</w:t>
      </w:r>
    </w:p>
    <w:p w14:paraId="10F1CE58" w14:textId="2785BB2C" w:rsidR="00D57B80" w:rsidRDefault="00D57B80" w:rsidP="004C1914">
      <w:pPr>
        <w:shd w:val="clear" w:color="auto" w:fill="FFFFFF"/>
        <w:spacing w:line="315" w:lineRule="atLeast"/>
        <w:jc w:val="both"/>
      </w:pP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2738"/>
        <w:gridCol w:w="1446"/>
        <w:gridCol w:w="3969"/>
        <w:gridCol w:w="1559"/>
      </w:tblGrid>
      <w:tr w:rsidR="00D57B80" w:rsidRPr="00795502" w14:paraId="5F2BE703" w14:textId="77777777" w:rsidTr="00E006CE">
        <w:trPr>
          <w:trHeight w:val="570"/>
        </w:trPr>
        <w:tc>
          <w:tcPr>
            <w:tcW w:w="741" w:type="dxa"/>
            <w:vAlign w:val="center"/>
          </w:tcPr>
          <w:p w14:paraId="17D71105" w14:textId="77777777" w:rsidR="00D57B80" w:rsidRPr="00795502" w:rsidRDefault="00D57B80" w:rsidP="00E006CE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№ п/п</w:t>
            </w:r>
          </w:p>
        </w:tc>
        <w:tc>
          <w:tcPr>
            <w:tcW w:w="2738" w:type="dxa"/>
            <w:vAlign w:val="center"/>
          </w:tcPr>
          <w:p w14:paraId="30B49DAC" w14:textId="77777777" w:rsidR="00D57B80" w:rsidRPr="00795502" w:rsidRDefault="00D57B80" w:rsidP="00E006CE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Фамилия Имя Отчество</w:t>
            </w:r>
          </w:p>
        </w:tc>
        <w:tc>
          <w:tcPr>
            <w:tcW w:w="1446" w:type="dxa"/>
            <w:vAlign w:val="center"/>
          </w:tcPr>
          <w:p w14:paraId="1C119372" w14:textId="77777777" w:rsidR="00D57B80" w:rsidRPr="00795502" w:rsidRDefault="00D57B80" w:rsidP="00E006CE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 xml:space="preserve">Резерв </w:t>
            </w:r>
            <w:r w:rsidRPr="004F1930">
              <w:rPr>
                <w:sz w:val="24"/>
              </w:rPr>
              <w:t>№ избирательного участка</w:t>
            </w:r>
          </w:p>
        </w:tc>
        <w:tc>
          <w:tcPr>
            <w:tcW w:w="3969" w:type="dxa"/>
            <w:vAlign w:val="center"/>
          </w:tcPr>
          <w:p w14:paraId="69524C96" w14:textId="77777777" w:rsidR="00D57B80" w:rsidRPr="00795502" w:rsidRDefault="00D57B80" w:rsidP="00E006CE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Субъект выдвижения</w:t>
            </w:r>
          </w:p>
        </w:tc>
        <w:tc>
          <w:tcPr>
            <w:tcW w:w="1559" w:type="dxa"/>
            <w:vAlign w:val="center"/>
          </w:tcPr>
          <w:p w14:paraId="1550FDF9" w14:textId="77777777" w:rsidR="00D57B80" w:rsidRPr="00795502" w:rsidRDefault="00D57B80" w:rsidP="00E006CE">
            <w:pPr>
              <w:rPr>
                <w:color w:val="000000"/>
                <w:sz w:val="24"/>
              </w:rPr>
            </w:pPr>
            <w:r w:rsidRPr="00795502">
              <w:rPr>
                <w:sz w:val="24"/>
              </w:rPr>
              <w:t>№ участковой избирательной комиссии</w:t>
            </w:r>
          </w:p>
        </w:tc>
      </w:tr>
      <w:tr w:rsidR="00D57B80" w:rsidRPr="00257465" w14:paraId="38630F76" w14:textId="77777777" w:rsidTr="00E006CE">
        <w:trPr>
          <w:trHeight w:val="570"/>
        </w:trPr>
        <w:tc>
          <w:tcPr>
            <w:tcW w:w="741" w:type="dxa"/>
            <w:vAlign w:val="center"/>
          </w:tcPr>
          <w:p w14:paraId="324A48B7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1</w:t>
            </w:r>
          </w:p>
        </w:tc>
        <w:tc>
          <w:tcPr>
            <w:tcW w:w="2738" w:type="dxa"/>
            <w:vAlign w:val="center"/>
          </w:tcPr>
          <w:p w14:paraId="66D45A29" w14:textId="12D4DFCA" w:rsidR="00D57B80" w:rsidRPr="008D4EB5" w:rsidRDefault="008D4EB5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Шаповалова Татьяна Борисовна</w:t>
            </w:r>
          </w:p>
        </w:tc>
        <w:tc>
          <w:tcPr>
            <w:tcW w:w="1446" w:type="dxa"/>
            <w:vAlign w:val="center"/>
          </w:tcPr>
          <w:p w14:paraId="7B93D43F" w14:textId="16A243B8" w:rsidR="00D57B80" w:rsidRPr="008D4EB5" w:rsidRDefault="00D57B80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1</w:t>
            </w:r>
            <w:r w:rsidR="003E55C2">
              <w:rPr>
                <w:color w:val="000000"/>
                <w:sz w:val="24"/>
              </w:rPr>
              <w:t>488</w:t>
            </w:r>
          </w:p>
        </w:tc>
        <w:tc>
          <w:tcPr>
            <w:tcW w:w="3969" w:type="dxa"/>
            <w:vAlign w:val="center"/>
          </w:tcPr>
          <w:p w14:paraId="714270AA" w14:textId="0F973ACF" w:rsidR="00D57B80" w:rsidRPr="008D4EB5" w:rsidRDefault="008D4EB5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Политическая партия «Социальной защиты»</w:t>
            </w:r>
          </w:p>
        </w:tc>
        <w:tc>
          <w:tcPr>
            <w:tcW w:w="1559" w:type="dxa"/>
            <w:vAlign w:val="center"/>
          </w:tcPr>
          <w:p w14:paraId="1CE92CA9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</w:p>
        </w:tc>
      </w:tr>
      <w:tr w:rsidR="00D57B80" w:rsidRPr="00257465" w14:paraId="174C99F9" w14:textId="77777777" w:rsidTr="00E006CE">
        <w:trPr>
          <w:trHeight w:val="570"/>
        </w:trPr>
        <w:tc>
          <w:tcPr>
            <w:tcW w:w="741" w:type="dxa"/>
            <w:vAlign w:val="center"/>
          </w:tcPr>
          <w:p w14:paraId="4B54E0F5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2</w:t>
            </w:r>
          </w:p>
        </w:tc>
        <w:tc>
          <w:tcPr>
            <w:tcW w:w="2738" w:type="dxa"/>
            <w:vAlign w:val="center"/>
          </w:tcPr>
          <w:p w14:paraId="1246EE99" w14:textId="0BF7A6C5" w:rsidR="00D57B80" w:rsidRPr="008D4EB5" w:rsidRDefault="008D4EB5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Зибров Назар Сергеевич</w:t>
            </w:r>
          </w:p>
        </w:tc>
        <w:tc>
          <w:tcPr>
            <w:tcW w:w="1446" w:type="dxa"/>
            <w:vAlign w:val="center"/>
          </w:tcPr>
          <w:p w14:paraId="463C2405" w14:textId="0AD1727B" w:rsidR="00D57B80" w:rsidRPr="008D4EB5" w:rsidRDefault="00D57B80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1</w:t>
            </w:r>
            <w:r w:rsidR="003E55C2">
              <w:rPr>
                <w:color w:val="000000"/>
                <w:sz w:val="24"/>
              </w:rPr>
              <w:t>492</w:t>
            </w:r>
          </w:p>
        </w:tc>
        <w:tc>
          <w:tcPr>
            <w:tcW w:w="3969" w:type="dxa"/>
            <w:vAlign w:val="center"/>
          </w:tcPr>
          <w:p w14:paraId="0C3EB5C0" w14:textId="20288636" w:rsidR="00D57B80" w:rsidRPr="008D4EB5" w:rsidRDefault="008D4EB5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Всероссийская общественная организация ветеранов «БОЕВОЕ БРАТСТВО»</w:t>
            </w:r>
          </w:p>
        </w:tc>
        <w:tc>
          <w:tcPr>
            <w:tcW w:w="1559" w:type="dxa"/>
            <w:vAlign w:val="center"/>
          </w:tcPr>
          <w:p w14:paraId="5CCF49BC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</w:p>
        </w:tc>
      </w:tr>
      <w:tr w:rsidR="00D57B80" w:rsidRPr="00257465" w14:paraId="742A4735" w14:textId="77777777" w:rsidTr="00E006CE">
        <w:trPr>
          <w:trHeight w:val="570"/>
        </w:trPr>
        <w:tc>
          <w:tcPr>
            <w:tcW w:w="741" w:type="dxa"/>
            <w:vAlign w:val="center"/>
          </w:tcPr>
          <w:p w14:paraId="70BBB5C7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3</w:t>
            </w:r>
          </w:p>
        </w:tc>
        <w:tc>
          <w:tcPr>
            <w:tcW w:w="2738" w:type="dxa"/>
            <w:vAlign w:val="center"/>
          </w:tcPr>
          <w:p w14:paraId="6C3988B4" w14:textId="161DEC57" w:rsidR="00D57B80" w:rsidRPr="008D4EB5" w:rsidRDefault="008D4EB5" w:rsidP="00E006CE">
            <w:pPr>
              <w:rPr>
                <w:color w:val="000000"/>
                <w:sz w:val="24"/>
              </w:rPr>
            </w:pPr>
            <w:r w:rsidRPr="008D4EB5">
              <w:rPr>
                <w:bCs/>
                <w:sz w:val="24"/>
              </w:rPr>
              <w:t>Гопкало Анастасия Сергеевна</w:t>
            </w:r>
          </w:p>
        </w:tc>
        <w:tc>
          <w:tcPr>
            <w:tcW w:w="1446" w:type="dxa"/>
            <w:vAlign w:val="center"/>
          </w:tcPr>
          <w:p w14:paraId="763E5381" w14:textId="7F635E78" w:rsidR="00D57B80" w:rsidRPr="008D4EB5" w:rsidRDefault="00D57B80" w:rsidP="00E006CE">
            <w:pPr>
              <w:rPr>
                <w:color w:val="000000"/>
                <w:sz w:val="24"/>
              </w:rPr>
            </w:pPr>
            <w:r w:rsidRPr="008D4EB5">
              <w:rPr>
                <w:color w:val="000000"/>
                <w:sz w:val="24"/>
              </w:rPr>
              <w:t>150</w:t>
            </w:r>
            <w:r w:rsidR="003E55C2">
              <w:rPr>
                <w:color w:val="000000"/>
                <w:sz w:val="24"/>
              </w:rPr>
              <w:t>2</w:t>
            </w:r>
            <w:bookmarkStart w:id="5" w:name="_GoBack"/>
            <w:bookmarkEnd w:id="5"/>
          </w:p>
        </w:tc>
        <w:tc>
          <w:tcPr>
            <w:tcW w:w="3969" w:type="dxa"/>
            <w:vAlign w:val="center"/>
          </w:tcPr>
          <w:p w14:paraId="50166E47" w14:textId="68E27E4C" w:rsidR="00D57B80" w:rsidRPr="008D4EB5" w:rsidRDefault="00D57B80" w:rsidP="00E006CE">
            <w:pPr>
              <w:rPr>
                <w:color w:val="000000"/>
                <w:sz w:val="24"/>
              </w:rPr>
            </w:pPr>
            <w:r w:rsidRPr="008D4EB5">
              <w:rPr>
                <w:bCs/>
                <w:sz w:val="24"/>
              </w:rPr>
              <w:t xml:space="preserve">Собрание избирателей по месту </w:t>
            </w:r>
            <w:r w:rsidR="008D4EB5" w:rsidRPr="008D4EB5">
              <w:rPr>
                <w:bCs/>
                <w:sz w:val="24"/>
              </w:rPr>
              <w:t>работы</w:t>
            </w:r>
          </w:p>
        </w:tc>
        <w:tc>
          <w:tcPr>
            <w:tcW w:w="1559" w:type="dxa"/>
            <w:vAlign w:val="center"/>
          </w:tcPr>
          <w:p w14:paraId="079181B9" w14:textId="77777777" w:rsidR="00D57B80" w:rsidRPr="00257465" w:rsidRDefault="00D57B80" w:rsidP="00E006CE">
            <w:pPr>
              <w:rPr>
                <w:color w:val="000000"/>
                <w:sz w:val="24"/>
              </w:rPr>
            </w:pPr>
          </w:p>
        </w:tc>
      </w:tr>
    </w:tbl>
    <w:p w14:paraId="506A449D" w14:textId="77777777" w:rsidR="00D57B80" w:rsidRPr="004C1914" w:rsidRDefault="00D57B80" w:rsidP="004C1914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</w:p>
    <w:sectPr w:rsidR="00D57B80" w:rsidRPr="004C1914" w:rsidSect="00D57B8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962"/>
    <w:multiLevelType w:val="hybridMultilevel"/>
    <w:tmpl w:val="14487DA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0D692731"/>
    <w:multiLevelType w:val="multilevel"/>
    <w:tmpl w:val="8F94C3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01962"/>
    <w:multiLevelType w:val="hybridMultilevel"/>
    <w:tmpl w:val="16089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4D0C89"/>
    <w:multiLevelType w:val="hybridMultilevel"/>
    <w:tmpl w:val="20803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557249"/>
    <w:multiLevelType w:val="hybridMultilevel"/>
    <w:tmpl w:val="C0CCC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0C699F"/>
    <w:multiLevelType w:val="hybridMultilevel"/>
    <w:tmpl w:val="9C46B402"/>
    <w:lvl w:ilvl="0" w:tplc="8A36C0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DC536B7"/>
    <w:multiLevelType w:val="hybridMultilevel"/>
    <w:tmpl w:val="DC2C15F0"/>
    <w:lvl w:ilvl="0" w:tplc="4F7A4AD2">
      <w:start w:val="1"/>
      <w:numFmt w:val="decimal"/>
      <w:lvlText w:val="%1."/>
      <w:lvlJc w:val="left"/>
      <w:pPr>
        <w:tabs>
          <w:tab w:val="num" w:pos="1145"/>
        </w:tabs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65C210D"/>
    <w:multiLevelType w:val="hybridMultilevel"/>
    <w:tmpl w:val="88EC498A"/>
    <w:lvl w:ilvl="0" w:tplc="C36CBF7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862190"/>
    <w:multiLevelType w:val="hybridMultilevel"/>
    <w:tmpl w:val="972E30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48"/>
    <w:rsid w:val="00000041"/>
    <w:rsid w:val="000023B9"/>
    <w:rsid w:val="000103F1"/>
    <w:rsid w:val="0001192E"/>
    <w:rsid w:val="0001252A"/>
    <w:rsid w:val="00040541"/>
    <w:rsid w:val="00041F85"/>
    <w:rsid w:val="00047A53"/>
    <w:rsid w:val="0005759B"/>
    <w:rsid w:val="00061332"/>
    <w:rsid w:val="00081CD1"/>
    <w:rsid w:val="0008202C"/>
    <w:rsid w:val="00091EA8"/>
    <w:rsid w:val="00094A9F"/>
    <w:rsid w:val="000A5B93"/>
    <w:rsid w:val="000A7B2E"/>
    <w:rsid w:val="000B4108"/>
    <w:rsid w:val="000C36F2"/>
    <w:rsid w:val="000C519D"/>
    <w:rsid w:val="000C641E"/>
    <w:rsid w:val="000D06E8"/>
    <w:rsid w:val="000E0536"/>
    <w:rsid w:val="000F6723"/>
    <w:rsid w:val="0010710A"/>
    <w:rsid w:val="00112198"/>
    <w:rsid w:val="00123FE8"/>
    <w:rsid w:val="00140674"/>
    <w:rsid w:val="001462D1"/>
    <w:rsid w:val="00150E20"/>
    <w:rsid w:val="001663A1"/>
    <w:rsid w:val="00175EC0"/>
    <w:rsid w:val="00185BED"/>
    <w:rsid w:val="001877EF"/>
    <w:rsid w:val="001924A5"/>
    <w:rsid w:val="001A786E"/>
    <w:rsid w:val="001C5520"/>
    <w:rsid w:val="001D5D92"/>
    <w:rsid w:val="0020325C"/>
    <w:rsid w:val="0022093B"/>
    <w:rsid w:val="00224A84"/>
    <w:rsid w:val="002262AB"/>
    <w:rsid w:val="00231C67"/>
    <w:rsid w:val="002438AE"/>
    <w:rsid w:val="00256687"/>
    <w:rsid w:val="00257465"/>
    <w:rsid w:val="002641DC"/>
    <w:rsid w:val="00270D29"/>
    <w:rsid w:val="00280A89"/>
    <w:rsid w:val="00285951"/>
    <w:rsid w:val="0029486D"/>
    <w:rsid w:val="0029531E"/>
    <w:rsid w:val="002B34C2"/>
    <w:rsid w:val="002B36D9"/>
    <w:rsid w:val="002D67E5"/>
    <w:rsid w:val="002F4ECD"/>
    <w:rsid w:val="002F7E5C"/>
    <w:rsid w:val="00306873"/>
    <w:rsid w:val="003145D5"/>
    <w:rsid w:val="003158F3"/>
    <w:rsid w:val="0034237E"/>
    <w:rsid w:val="00370BD3"/>
    <w:rsid w:val="0037106A"/>
    <w:rsid w:val="00382712"/>
    <w:rsid w:val="0038293B"/>
    <w:rsid w:val="00386517"/>
    <w:rsid w:val="00386A05"/>
    <w:rsid w:val="003921E1"/>
    <w:rsid w:val="003B52B9"/>
    <w:rsid w:val="003C504C"/>
    <w:rsid w:val="003D265E"/>
    <w:rsid w:val="003E55C2"/>
    <w:rsid w:val="003F0D6A"/>
    <w:rsid w:val="00402E11"/>
    <w:rsid w:val="00412C12"/>
    <w:rsid w:val="00425C7F"/>
    <w:rsid w:val="004409C3"/>
    <w:rsid w:val="0044237C"/>
    <w:rsid w:val="00453F5B"/>
    <w:rsid w:val="00457452"/>
    <w:rsid w:val="00473189"/>
    <w:rsid w:val="004736FB"/>
    <w:rsid w:val="00475482"/>
    <w:rsid w:val="004854E2"/>
    <w:rsid w:val="00491D72"/>
    <w:rsid w:val="00494618"/>
    <w:rsid w:val="004A2597"/>
    <w:rsid w:val="004C1914"/>
    <w:rsid w:val="004C6008"/>
    <w:rsid w:val="004D0B27"/>
    <w:rsid w:val="004D1450"/>
    <w:rsid w:val="004D2287"/>
    <w:rsid w:val="004E07AA"/>
    <w:rsid w:val="00502B2A"/>
    <w:rsid w:val="00502D48"/>
    <w:rsid w:val="0051641A"/>
    <w:rsid w:val="00524690"/>
    <w:rsid w:val="00527B03"/>
    <w:rsid w:val="0053404D"/>
    <w:rsid w:val="00534E7C"/>
    <w:rsid w:val="0053795A"/>
    <w:rsid w:val="0054678A"/>
    <w:rsid w:val="00570FE4"/>
    <w:rsid w:val="00593225"/>
    <w:rsid w:val="00596B10"/>
    <w:rsid w:val="005A1DF2"/>
    <w:rsid w:val="005B0A24"/>
    <w:rsid w:val="005C2FBC"/>
    <w:rsid w:val="005C6648"/>
    <w:rsid w:val="005D5BA3"/>
    <w:rsid w:val="005E34F5"/>
    <w:rsid w:val="005F0B91"/>
    <w:rsid w:val="005F4B5D"/>
    <w:rsid w:val="005F6A9E"/>
    <w:rsid w:val="00640535"/>
    <w:rsid w:val="00647A6F"/>
    <w:rsid w:val="00651475"/>
    <w:rsid w:val="00656578"/>
    <w:rsid w:val="0066717F"/>
    <w:rsid w:val="00670810"/>
    <w:rsid w:val="00672C23"/>
    <w:rsid w:val="00673D3B"/>
    <w:rsid w:val="00677287"/>
    <w:rsid w:val="006912A7"/>
    <w:rsid w:val="006A6BD2"/>
    <w:rsid w:val="006B27CB"/>
    <w:rsid w:val="006B7709"/>
    <w:rsid w:val="006D2516"/>
    <w:rsid w:val="006D63DB"/>
    <w:rsid w:val="006D70C7"/>
    <w:rsid w:val="006D7E8A"/>
    <w:rsid w:val="006E13CB"/>
    <w:rsid w:val="006E1635"/>
    <w:rsid w:val="006E4DC6"/>
    <w:rsid w:val="006E5F40"/>
    <w:rsid w:val="00703E39"/>
    <w:rsid w:val="00705FC6"/>
    <w:rsid w:val="00711246"/>
    <w:rsid w:val="00751B9B"/>
    <w:rsid w:val="0075568A"/>
    <w:rsid w:val="00757D85"/>
    <w:rsid w:val="007744D3"/>
    <w:rsid w:val="007926BD"/>
    <w:rsid w:val="00795502"/>
    <w:rsid w:val="00795D2C"/>
    <w:rsid w:val="007B19E4"/>
    <w:rsid w:val="007B2A35"/>
    <w:rsid w:val="007B6180"/>
    <w:rsid w:val="007C0F87"/>
    <w:rsid w:val="007C347B"/>
    <w:rsid w:val="007C5DFB"/>
    <w:rsid w:val="007D7B79"/>
    <w:rsid w:val="007E0CD6"/>
    <w:rsid w:val="007E2AFF"/>
    <w:rsid w:val="007E6711"/>
    <w:rsid w:val="007E7A6E"/>
    <w:rsid w:val="0080295E"/>
    <w:rsid w:val="008031E6"/>
    <w:rsid w:val="00813383"/>
    <w:rsid w:val="0083036B"/>
    <w:rsid w:val="00837479"/>
    <w:rsid w:val="008447B0"/>
    <w:rsid w:val="008467AD"/>
    <w:rsid w:val="00853E06"/>
    <w:rsid w:val="00857B16"/>
    <w:rsid w:val="008940D5"/>
    <w:rsid w:val="00894F31"/>
    <w:rsid w:val="008A0013"/>
    <w:rsid w:val="008A53C0"/>
    <w:rsid w:val="008A6D60"/>
    <w:rsid w:val="008B5DE4"/>
    <w:rsid w:val="008C79B4"/>
    <w:rsid w:val="008D4DB6"/>
    <w:rsid w:val="008D4EB5"/>
    <w:rsid w:val="008E2A7B"/>
    <w:rsid w:val="00907BCB"/>
    <w:rsid w:val="009163B0"/>
    <w:rsid w:val="00942CED"/>
    <w:rsid w:val="009552D3"/>
    <w:rsid w:val="009612DC"/>
    <w:rsid w:val="00967389"/>
    <w:rsid w:val="009702B6"/>
    <w:rsid w:val="009B510E"/>
    <w:rsid w:val="009B6FEC"/>
    <w:rsid w:val="009C76C5"/>
    <w:rsid w:val="009D496D"/>
    <w:rsid w:val="009E0665"/>
    <w:rsid w:val="009E0A2F"/>
    <w:rsid w:val="009E1980"/>
    <w:rsid w:val="009E234D"/>
    <w:rsid w:val="009E6B4A"/>
    <w:rsid w:val="009F0B21"/>
    <w:rsid w:val="009F4709"/>
    <w:rsid w:val="009F7694"/>
    <w:rsid w:val="009F7EB5"/>
    <w:rsid w:val="00A00263"/>
    <w:rsid w:val="00A106B1"/>
    <w:rsid w:val="00A17C69"/>
    <w:rsid w:val="00A20A39"/>
    <w:rsid w:val="00A4414B"/>
    <w:rsid w:val="00A50656"/>
    <w:rsid w:val="00A7537E"/>
    <w:rsid w:val="00A767B6"/>
    <w:rsid w:val="00A95908"/>
    <w:rsid w:val="00AB406A"/>
    <w:rsid w:val="00AC30B8"/>
    <w:rsid w:val="00AC7716"/>
    <w:rsid w:val="00AC7D02"/>
    <w:rsid w:val="00AD0ECE"/>
    <w:rsid w:val="00AD45AA"/>
    <w:rsid w:val="00AD5629"/>
    <w:rsid w:val="00AE1936"/>
    <w:rsid w:val="00AF40AE"/>
    <w:rsid w:val="00B02526"/>
    <w:rsid w:val="00B1086C"/>
    <w:rsid w:val="00B26071"/>
    <w:rsid w:val="00B31AF5"/>
    <w:rsid w:val="00B40137"/>
    <w:rsid w:val="00B401C4"/>
    <w:rsid w:val="00B4119E"/>
    <w:rsid w:val="00B5771B"/>
    <w:rsid w:val="00B607F6"/>
    <w:rsid w:val="00B6584F"/>
    <w:rsid w:val="00B73975"/>
    <w:rsid w:val="00B77CCA"/>
    <w:rsid w:val="00B81FCE"/>
    <w:rsid w:val="00B8344E"/>
    <w:rsid w:val="00B929AE"/>
    <w:rsid w:val="00BC44B0"/>
    <w:rsid w:val="00BD356B"/>
    <w:rsid w:val="00BD407F"/>
    <w:rsid w:val="00BD5A34"/>
    <w:rsid w:val="00BE1A06"/>
    <w:rsid w:val="00C00523"/>
    <w:rsid w:val="00C3623D"/>
    <w:rsid w:val="00C47224"/>
    <w:rsid w:val="00C50B6B"/>
    <w:rsid w:val="00C5296B"/>
    <w:rsid w:val="00C63F36"/>
    <w:rsid w:val="00C86854"/>
    <w:rsid w:val="00C87776"/>
    <w:rsid w:val="00C95F48"/>
    <w:rsid w:val="00C96495"/>
    <w:rsid w:val="00CA548E"/>
    <w:rsid w:val="00CA63DF"/>
    <w:rsid w:val="00CB788A"/>
    <w:rsid w:val="00CF0320"/>
    <w:rsid w:val="00CF10FB"/>
    <w:rsid w:val="00CF4D33"/>
    <w:rsid w:val="00CF5D88"/>
    <w:rsid w:val="00CF6D19"/>
    <w:rsid w:val="00D208E3"/>
    <w:rsid w:val="00D26895"/>
    <w:rsid w:val="00D30092"/>
    <w:rsid w:val="00D36907"/>
    <w:rsid w:val="00D40932"/>
    <w:rsid w:val="00D42346"/>
    <w:rsid w:val="00D42374"/>
    <w:rsid w:val="00D559BF"/>
    <w:rsid w:val="00D57B80"/>
    <w:rsid w:val="00D6381B"/>
    <w:rsid w:val="00D63E99"/>
    <w:rsid w:val="00D67D6E"/>
    <w:rsid w:val="00D72F58"/>
    <w:rsid w:val="00D735A5"/>
    <w:rsid w:val="00D75824"/>
    <w:rsid w:val="00D807C9"/>
    <w:rsid w:val="00D91D9A"/>
    <w:rsid w:val="00D94D47"/>
    <w:rsid w:val="00D96C29"/>
    <w:rsid w:val="00DA006C"/>
    <w:rsid w:val="00DA6C85"/>
    <w:rsid w:val="00DD15D9"/>
    <w:rsid w:val="00DD361B"/>
    <w:rsid w:val="00DF3C14"/>
    <w:rsid w:val="00E00AA3"/>
    <w:rsid w:val="00E05372"/>
    <w:rsid w:val="00E13C94"/>
    <w:rsid w:val="00E5276C"/>
    <w:rsid w:val="00E603BD"/>
    <w:rsid w:val="00E62ECD"/>
    <w:rsid w:val="00E67C3E"/>
    <w:rsid w:val="00E918CC"/>
    <w:rsid w:val="00EC67AB"/>
    <w:rsid w:val="00EE6364"/>
    <w:rsid w:val="00EF62B5"/>
    <w:rsid w:val="00F044AE"/>
    <w:rsid w:val="00F1168A"/>
    <w:rsid w:val="00F14670"/>
    <w:rsid w:val="00F14FEA"/>
    <w:rsid w:val="00F161D9"/>
    <w:rsid w:val="00F355E3"/>
    <w:rsid w:val="00F47198"/>
    <w:rsid w:val="00F60764"/>
    <w:rsid w:val="00F6420F"/>
    <w:rsid w:val="00F7534D"/>
    <w:rsid w:val="00F83160"/>
    <w:rsid w:val="00F85BBF"/>
    <w:rsid w:val="00F8692E"/>
    <w:rsid w:val="00F901B3"/>
    <w:rsid w:val="00F91509"/>
    <w:rsid w:val="00F9415A"/>
    <w:rsid w:val="00F942D8"/>
    <w:rsid w:val="00FA09D3"/>
    <w:rsid w:val="00FA44AF"/>
    <w:rsid w:val="00FC0950"/>
    <w:rsid w:val="00FE3C69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C8030"/>
  <w15:docId w15:val="{FB0E568B-90FE-43B9-A900-76867ED3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9"/>
    <w:qFormat/>
    <w:locked/>
    <w:rsid w:val="007C5DF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customStyle="1" w:styleId="14-15">
    <w:name w:val="14-15"/>
    <w:basedOn w:val="a"/>
    <w:uiPriority w:val="99"/>
    <w:rsid w:val="005B0A24"/>
    <w:pPr>
      <w:spacing w:line="360" w:lineRule="auto"/>
      <w:ind w:firstLine="709"/>
      <w:jc w:val="both"/>
    </w:pPr>
    <w:rPr>
      <w:szCs w:val="28"/>
    </w:rPr>
  </w:style>
  <w:style w:type="table" w:styleId="a3">
    <w:name w:val="Table Grid"/>
    <w:basedOn w:val="a1"/>
    <w:uiPriority w:val="99"/>
    <w:rsid w:val="00B81F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24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4690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F753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C5D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7C5DFB"/>
  </w:style>
  <w:style w:type="paragraph" w:styleId="a7">
    <w:name w:val="Body Text"/>
    <w:basedOn w:val="a"/>
    <w:link w:val="a8"/>
    <w:rsid w:val="009E234D"/>
    <w:pPr>
      <w:widowControl w:val="0"/>
      <w:jc w:val="left"/>
    </w:pPr>
    <w:rPr>
      <w:rFonts w:eastAsia="Calibri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rsid w:val="009E234D"/>
    <w:rPr>
      <w:rFonts w:ascii="Times New Roman" w:hAnsi="Times New Roman"/>
      <w:sz w:val="28"/>
      <w:szCs w:val="28"/>
      <w:lang w:val="en-US" w:eastAsia="en-US"/>
    </w:rPr>
  </w:style>
  <w:style w:type="paragraph" w:customStyle="1" w:styleId="12">
    <w:name w:val="Абзац списка1"/>
    <w:basedOn w:val="a"/>
    <w:rsid w:val="009E234D"/>
    <w:pPr>
      <w:widowControl w:val="0"/>
      <w:ind w:left="101" w:firstLine="709"/>
      <w:jc w:val="both"/>
    </w:pPr>
    <w:rPr>
      <w:rFonts w:eastAsia="Calibri"/>
      <w:sz w:val="22"/>
      <w:szCs w:val="22"/>
      <w:lang w:val="en-US" w:eastAsia="en-US"/>
    </w:rPr>
  </w:style>
  <w:style w:type="character" w:customStyle="1" w:styleId="2">
    <w:name w:val="Основной текст (2)_"/>
    <w:basedOn w:val="a0"/>
    <w:link w:val="20"/>
    <w:rsid w:val="006B770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7709"/>
    <w:pPr>
      <w:widowControl w:val="0"/>
      <w:shd w:val="clear" w:color="auto" w:fill="FFFFFF"/>
      <w:spacing w:before="460" w:after="320" w:line="310" w:lineRule="exact"/>
      <w:ind w:hanging="460"/>
    </w:pPr>
    <w:rPr>
      <w:szCs w:val="28"/>
    </w:rPr>
  </w:style>
  <w:style w:type="character" w:customStyle="1" w:styleId="13">
    <w:name w:val="Заголовок №1_"/>
    <w:basedOn w:val="a0"/>
    <w:link w:val="14"/>
    <w:rsid w:val="00EC67AB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EC67AB"/>
    <w:pPr>
      <w:widowControl w:val="0"/>
      <w:shd w:val="clear" w:color="auto" w:fill="FFFFFF"/>
      <w:spacing w:after="160" w:line="310" w:lineRule="exact"/>
      <w:outlineLvl w:val="0"/>
    </w:pPr>
    <w:rPr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56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88;&#1077;&#1079;&#1077;&#1088;&#1074;-&#1080;&#1089;&#1082;&#1083;&#1102;&#10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резерв-исключ</Template>
  <TotalTime>5563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22</cp:revision>
  <cp:lastPrinted>2026-01-29T10:11:00Z</cp:lastPrinted>
  <dcterms:created xsi:type="dcterms:W3CDTF">2024-08-11T12:02:00Z</dcterms:created>
  <dcterms:modified xsi:type="dcterms:W3CDTF">2026-01-30T07:29:00Z</dcterms:modified>
</cp:coreProperties>
</file>